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ED" w:rsidRPr="00EA39C9" w:rsidRDefault="00AA2CED" w:rsidP="00AA2CED">
      <w:pPr>
        <w:pStyle w:val="10"/>
        <w:keepNext/>
        <w:keepLines/>
        <w:shd w:val="clear" w:color="auto" w:fill="auto"/>
        <w:rPr>
          <w:b w:val="0"/>
          <w:sz w:val="28"/>
          <w:szCs w:val="28"/>
        </w:rPr>
      </w:pPr>
      <w:r w:rsidRPr="00EA39C9">
        <w:rPr>
          <w:b w:val="0"/>
          <w:sz w:val="28"/>
          <w:szCs w:val="28"/>
        </w:rPr>
        <w:t xml:space="preserve">Государственное </w:t>
      </w:r>
      <w:r>
        <w:rPr>
          <w:b w:val="0"/>
          <w:sz w:val="28"/>
          <w:szCs w:val="28"/>
        </w:rPr>
        <w:t xml:space="preserve">профессиональное </w:t>
      </w:r>
      <w:r w:rsidRPr="00EA39C9">
        <w:rPr>
          <w:b w:val="0"/>
          <w:sz w:val="28"/>
          <w:szCs w:val="28"/>
        </w:rPr>
        <w:t>образовательное автономное учреждение Ярославской области</w:t>
      </w:r>
    </w:p>
    <w:p w:rsidR="00AA2CED" w:rsidRPr="00EA39C9" w:rsidRDefault="00AA2CED" w:rsidP="00AA2CED">
      <w:pPr>
        <w:pStyle w:val="10"/>
        <w:keepNext/>
        <w:keepLines/>
        <w:shd w:val="clear" w:color="auto" w:fill="auto"/>
        <w:ind w:left="580"/>
        <w:rPr>
          <w:b w:val="0"/>
          <w:sz w:val="28"/>
          <w:szCs w:val="28"/>
        </w:rPr>
      </w:pPr>
      <w:r w:rsidRPr="00EA39C9">
        <w:rPr>
          <w:b w:val="0"/>
          <w:sz w:val="28"/>
          <w:szCs w:val="28"/>
        </w:rPr>
        <w:t xml:space="preserve">Рыбинский </w:t>
      </w:r>
      <w:r>
        <w:rPr>
          <w:b w:val="0"/>
          <w:sz w:val="28"/>
          <w:szCs w:val="28"/>
        </w:rPr>
        <w:t>профессионально-</w:t>
      </w:r>
      <w:r w:rsidRPr="00EA39C9">
        <w:rPr>
          <w:b w:val="0"/>
          <w:sz w:val="28"/>
          <w:szCs w:val="28"/>
        </w:rPr>
        <w:t>педагогический колледж</w:t>
      </w:r>
    </w:p>
    <w:p w:rsidR="00AA2CED" w:rsidRPr="00EA39C9" w:rsidRDefault="00AA2CED" w:rsidP="00AA2CED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  <w:r w:rsidRPr="00EA39C9">
        <w:rPr>
          <w:b w:val="0"/>
          <w:i/>
          <w:sz w:val="28"/>
          <w:szCs w:val="28"/>
        </w:rPr>
        <w:t>Группы детей дошкольного возраста</w:t>
      </w:r>
    </w:p>
    <w:p w:rsidR="00AA2CED" w:rsidRPr="00EA39C9" w:rsidRDefault="00AA2CED" w:rsidP="00AA2CED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AA2CED" w:rsidRPr="00EA39C9" w:rsidRDefault="00AA2CED" w:rsidP="00AA2CED">
      <w:pPr>
        <w:pStyle w:val="10"/>
        <w:keepNext/>
        <w:keepLines/>
        <w:shd w:val="clear" w:color="auto" w:fill="auto"/>
        <w:ind w:left="580"/>
        <w:rPr>
          <w:i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D72F73" w:rsidRDefault="00D72F73" w:rsidP="00AA2CED">
      <w:pPr>
        <w:pStyle w:val="10"/>
        <w:keepNext/>
        <w:keepLines/>
        <w:shd w:val="clear" w:color="auto" w:fill="auto"/>
        <w:ind w:left="580"/>
        <w:rPr>
          <w:b w:val="0"/>
          <w:i/>
          <w:sz w:val="28"/>
          <w:szCs w:val="28"/>
        </w:rPr>
      </w:pPr>
    </w:p>
    <w:p w:rsidR="00AA2CED" w:rsidRPr="00AA2CED" w:rsidRDefault="00AA2CED" w:rsidP="008A5995">
      <w:pPr>
        <w:pStyle w:val="10"/>
        <w:keepNext/>
        <w:keepLines/>
        <w:ind w:left="580" w:hanging="580"/>
        <w:rPr>
          <w:sz w:val="56"/>
          <w:szCs w:val="56"/>
        </w:rPr>
      </w:pPr>
      <w:r w:rsidRPr="00AA2CED">
        <w:rPr>
          <w:sz w:val="56"/>
          <w:szCs w:val="56"/>
        </w:rPr>
        <w:t>«АБВГДейка»</w:t>
      </w:r>
    </w:p>
    <w:p w:rsidR="00AA2CED" w:rsidRDefault="00AA2CED" w:rsidP="00AA2CED">
      <w:pPr>
        <w:pStyle w:val="10"/>
        <w:keepNext/>
        <w:keepLines/>
        <w:ind w:left="580"/>
        <w:rPr>
          <w:b w:val="0"/>
          <w:i/>
          <w:sz w:val="40"/>
          <w:szCs w:val="40"/>
        </w:rPr>
      </w:pPr>
    </w:p>
    <w:p w:rsidR="00AA2CED" w:rsidRPr="00AA2CED" w:rsidRDefault="00F47A58" w:rsidP="00AA2CED">
      <w:pPr>
        <w:pStyle w:val="10"/>
        <w:keepNext/>
        <w:keepLines/>
        <w:rPr>
          <w:b w:val="0"/>
          <w:i/>
          <w:sz w:val="40"/>
          <w:szCs w:val="40"/>
        </w:rPr>
      </w:pPr>
      <w:r>
        <w:rPr>
          <w:b w:val="0"/>
          <w:i/>
          <w:sz w:val="40"/>
          <w:szCs w:val="40"/>
        </w:rPr>
        <w:t>С</w:t>
      </w:r>
      <w:r w:rsidR="00AA2CED" w:rsidRPr="00AA2CED">
        <w:rPr>
          <w:b w:val="0"/>
          <w:i/>
          <w:sz w:val="40"/>
          <w:szCs w:val="40"/>
        </w:rPr>
        <w:t xml:space="preserve">ценарий развлечения </w:t>
      </w:r>
    </w:p>
    <w:p w:rsidR="00AA2CED" w:rsidRPr="00D72F73" w:rsidRDefault="00AA2CED" w:rsidP="00D72F73">
      <w:pPr>
        <w:pStyle w:val="10"/>
        <w:keepNext/>
        <w:keepLines/>
        <w:shd w:val="clear" w:color="auto" w:fill="auto"/>
        <w:rPr>
          <w:b w:val="0"/>
          <w:i/>
          <w:sz w:val="40"/>
          <w:szCs w:val="40"/>
        </w:rPr>
      </w:pPr>
      <w:r w:rsidRPr="00AA2CED">
        <w:rPr>
          <w:b w:val="0"/>
          <w:i/>
          <w:sz w:val="40"/>
          <w:szCs w:val="40"/>
        </w:rPr>
        <w:t>для детей</w:t>
      </w:r>
      <w:r w:rsidR="00B44EEB">
        <w:rPr>
          <w:b w:val="0"/>
          <w:i/>
          <w:sz w:val="40"/>
          <w:szCs w:val="40"/>
        </w:rPr>
        <w:t xml:space="preserve"> с ОВЗ</w:t>
      </w:r>
      <w:r w:rsidRPr="00AA2CED">
        <w:rPr>
          <w:b w:val="0"/>
          <w:i/>
          <w:sz w:val="40"/>
          <w:szCs w:val="40"/>
        </w:rPr>
        <w:t xml:space="preserve"> </w:t>
      </w:r>
      <w:r w:rsidR="00B44EEB">
        <w:rPr>
          <w:b w:val="0"/>
          <w:i/>
          <w:sz w:val="40"/>
          <w:szCs w:val="40"/>
        </w:rPr>
        <w:t>(старший дошкольный</w:t>
      </w:r>
      <w:r w:rsidR="00D72F73">
        <w:rPr>
          <w:b w:val="0"/>
          <w:i/>
          <w:sz w:val="40"/>
          <w:szCs w:val="40"/>
        </w:rPr>
        <w:t xml:space="preserve"> </w:t>
      </w:r>
      <w:r w:rsidR="00B44EEB">
        <w:rPr>
          <w:b w:val="0"/>
          <w:i/>
          <w:sz w:val="40"/>
          <w:szCs w:val="40"/>
        </w:rPr>
        <w:t>возраст)</w:t>
      </w:r>
    </w:p>
    <w:p w:rsidR="00AA2CED" w:rsidRPr="00EA39C9" w:rsidRDefault="00AA2CED" w:rsidP="00AA2CED">
      <w:pPr>
        <w:pStyle w:val="10"/>
        <w:keepNext/>
        <w:keepLines/>
        <w:shd w:val="clear" w:color="auto" w:fill="auto"/>
        <w:ind w:left="580"/>
        <w:jc w:val="left"/>
        <w:rPr>
          <w:b w:val="0"/>
          <w:sz w:val="36"/>
          <w:szCs w:val="36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</w:p>
    <w:p w:rsidR="00D72F73" w:rsidRDefault="00D72F73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</w:p>
    <w:p w:rsidR="00D72F73" w:rsidRDefault="00D72F73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</w:p>
    <w:p w:rsidR="00D72F73" w:rsidRDefault="00D72F73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</w:p>
    <w:p w:rsidR="00AA2CED" w:rsidRDefault="0020635A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  <w:r w:rsidRPr="0020635A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-1905</wp:posOffset>
            </wp:positionH>
            <wp:positionV relativeFrom="margin">
              <wp:posOffset>5584190</wp:posOffset>
            </wp:positionV>
            <wp:extent cx="3279140" cy="2609850"/>
            <wp:effectExtent l="0" t="0" r="0" b="0"/>
            <wp:wrapSquare wrapText="bothSides"/>
            <wp:docPr id="1" name="Рисунок 1" descr="http://abcd-logoped.at.ua/img/122-kopi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bcd-logoped.at.ua/img/122-kopij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14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2CED" w:rsidRDefault="00AA2CED" w:rsidP="00AA2CED">
      <w:pPr>
        <w:pStyle w:val="10"/>
        <w:keepNext/>
        <w:keepLines/>
        <w:shd w:val="clear" w:color="auto" w:fill="auto"/>
        <w:ind w:left="4020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368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Составители:</w:t>
      </w:r>
    </w:p>
    <w:p w:rsidR="00AA2CED" w:rsidRDefault="00AA2CED" w:rsidP="00AA2CED">
      <w:pPr>
        <w:pStyle w:val="10"/>
        <w:keepNext/>
        <w:keepLines/>
        <w:shd w:val="clear" w:color="auto" w:fill="auto"/>
        <w:ind w:left="368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Бокарева Н.А., учитель-логопед</w:t>
      </w:r>
    </w:p>
    <w:p w:rsidR="00AA2CED" w:rsidRDefault="00AA2CED" w:rsidP="00AA2CED">
      <w:pPr>
        <w:pStyle w:val="10"/>
        <w:keepNext/>
        <w:keepLines/>
        <w:shd w:val="clear" w:color="auto" w:fill="auto"/>
        <w:ind w:left="368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Новикова С.А., учитель-логопед</w:t>
      </w:r>
    </w:p>
    <w:p w:rsidR="00AA2CED" w:rsidRDefault="00AA2CED" w:rsidP="00AA2CED">
      <w:pPr>
        <w:pStyle w:val="10"/>
        <w:keepNext/>
        <w:keepLines/>
        <w:shd w:val="clear" w:color="auto" w:fill="auto"/>
        <w:ind w:left="3686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</w:p>
    <w:p w:rsidR="00DC0DB6" w:rsidRDefault="00DC0DB6" w:rsidP="00AA2CED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</w:p>
    <w:p w:rsidR="00AA2CED" w:rsidRDefault="00AA2CED" w:rsidP="00AA2CED">
      <w:pPr>
        <w:pStyle w:val="10"/>
        <w:keepNext/>
        <w:keepLines/>
        <w:shd w:val="clear" w:color="auto" w:fill="auto"/>
        <w:jc w:val="left"/>
        <w:rPr>
          <w:b w:val="0"/>
          <w:sz w:val="28"/>
          <w:szCs w:val="28"/>
        </w:rPr>
      </w:pPr>
    </w:p>
    <w:p w:rsidR="00D72F73" w:rsidRPr="00DC0DB6" w:rsidRDefault="0011728A" w:rsidP="00DC0DB6">
      <w:pPr>
        <w:pStyle w:val="10"/>
        <w:keepNext/>
        <w:keepLines/>
        <w:shd w:val="clear" w:color="auto" w:fill="auto"/>
        <w:ind w:left="41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Рыбинск, 2021</w:t>
      </w:r>
    </w:p>
    <w:p w:rsidR="00321DC4" w:rsidRPr="00321DC4" w:rsidRDefault="00321DC4" w:rsidP="00AE239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21DC4">
        <w:rPr>
          <w:b/>
          <w:bCs/>
          <w:sz w:val="28"/>
          <w:szCs w:val="28"/>
        </w:rPr>
        <w:lastRenderedPageBreak/>
        <w:t>Задачи:</w:t>
      </w:r>
    </w:p>
    <w:p w:rsidR="00321DC4" w:rsidRPr="00321DC4" w:rsidRDefault="00321DC4" w:rsidP="00AE239B">
      <w:pPr>
        <w:pStyle w:val="a3"/>
        <w:numPr>
          <w:ilvl w:val="0"/>
          <w:numId w:val="1"/>
        </w:numPr>
        <w:shd w:val="clear" w:color="auto" w:fill="auto"/>
        <w:tabs>
          <w:tab w:val="left" w:pos="228"/>
        </w:tabs>
        <w:spacing w:line="360" w:lineRule="auto"/>
        <w:ind w:firstLine="709"/>
        <w:jc w:val="both"/>
      </w:pPr>
      <w:r w:rsidRPr="00321DC4">
        <w:t>закреплять графический образ букв</w:t>
      </w:r>
    </w:p>
    <w:p w:rsidR="00321DC4" w:rsidRPr="00321DC4" w:rsidRDefault="00321DC4" w:rsidP="00AE239B">
      <w:pPr>
        <w:pStyle w:val="a3"/>
        <w:numPr>
          <w:ilvl w:val="0"/>
          <w:numId w:val="1"/>
        </w:numPr>
        <w:shd w:val="clear" w:color="auto" w:fill="auto"/>
        <w:tabs>
          <w:tab w:val="left" w:pos="214"/>
        </w:tabs>
        <w:spacing w:line="360" w:lineRule="auto"/>
        <w:ind w:firstLine="709"/>
        <w:jc w:val="both"/>
      </w:pPr>
      <w:r w:rsidRPr="00321DC4">
        <w:t>развивать зрительно-пространственные ориентировки</w:t>
      </w:r>
    </w:p>
    <w:p w:rsidR="00321DC4" w:rsidRPr="00321DC4" w:rsidRDefault="00321DC4" w:rsidP="00AE239B">
      <w:pPr>
        <w:pStyle w:val="a3"/>
        <w:numPr>
          <w:ilvl w:val="0"/>
          <w:numId w:val="1"/>
        </w:numPr>
        <w:shd w:val="clear" w:color="auto" w:fill="auto"/>
        <w:tabs>
          <w:tab w:val="left" w:pos="218"/>
        </w:tabs>
        <w:spacing w:line="360" w:lineRule="auto"/>
        <w:ind w:firstLine="709"/>
        <w:jc w:val="both"/>
      </w:pPr>
      <w:r w:rsidRPr="00321DC4">
        <w:t>развивать внимание, память, логическо</w:t>
      </w:r>
      <w:r w:rsidR="003048D8">
        <w:t>е мышление, творческое воображе</w:t>
      </w:r>
      <w:r w:rsidR="00D72F73">
        <w:t>н</w:t>
      </w:r>
      <w:r w:rsidRPr="00321DC4">
        <w:t>ие</w:t>
      </w:r>
    </w:p>
    <w:p w:rsidR="00321DC4" w:rsidRPr="00321DC4" w:rsidRDefault="00B86105" w:rsidP="00AE239B">
      <w:pPr>
        <w:pStyle w:val="a3"/>
        <w:numPr>
          <w:ilvl w:val="0"/>
          <w:numId w:val="1"/>
        </w:numPr>
        <w:shd w:val="clear" w:color="auto" w:fill="auto"/>
        <w:tabs>
          <w:tab w:val="left" w:pos="567"/>
        </w:tabs>
        <w:spacing w:line="360" w:lineRule="auto"/>
        <w:ind w:firstLine="709"/>
        <w:jc w:val="both"/>
      </w:pPr>
      <w:r>
        <w:t xml:space="preserve">совершенствовать общую </w:t>
      </w:r>
      <w:r w:rsidR="00321DC4" w:rsidRPr="00321DC4">
        <w:t>моторику, зрительно- двигательную координацию</w:t>
      </w:r>
    </w:p>
    <w:p w:rsidR="00AE239B" w:rsidRDefault="00321DC4" w:rsidP="00AE239B">
      <w:pPr>
        <w:pStyle w:val="a3"/>
        <w:numPr>
          <w:ilvl w:val="0"/>
          <w:numId w:val="1"/>
        </w:numPr>
        <w:shd w:val="clear" w:color="auto" w:fill="auto"/>
        <w:tabs>
          <w:tab w:val="left" w:pos="233"/>
        </w:tabs>
        <w:spacing w:line="360" w:lineRule="auto"/>
        <w:ind w:firstLine="709"/>
        <w:jc w:val="both"/>
      </w:pPr>
      <w:r w:rsidRPr="00321DC4">
        <w:t>воспитывать у детей познавательный интерес, чувство коллективизма, доб</w:t>
      </w:r>
      <w:r w:rsidRPr="00321DC4">
        <w:softHyphen/>
        <w:t>рожелательные отношения со сверстниками в совместной деятельности, через создание обстановки эмоционального благополучия.</w:t>
      </w:r>
      <w:bookmarkStart w:id="0" w:name="bookmark4"/>
    </w:p>
    <w:p w:rsidR="00AA2CED" w:rsidRPr="00DC0DB6" w:rsidRDefault="00AA2CED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sz w:val="16"/>
          <w:szCs w:val="16"/>
        </w:rPr>
      </w:pPr>
    </w:p>
    <w:p w:rsidR="00AE239B" w:rsidRDefault="00AE239B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Pr="00321DC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86105" w:rsidRPr="00B86105">
        <w:rPr>
          <w:b w:val="0"/>
          <w:sz w:val="28"/>
          <w:szCs w:val="28"/>
        </w:rPr>
        <w:t>презентация, зеркало,</w:t>
      </w:r>
      <w:r w:rsidR="00B86105">
        <w:rPr>
          <w:sz w:val="28"/>
          <w:szCs w:val="28"/>
        </w:rPr>
        <w:t xml:space="preserve"> </w:t>
      </w:r>
      <w:r w:rsidRPr="00321DC4">
        <w:rPr>
          <w:b w:val="0"/>
          <w:sz w:val="28"/>
          <w:szCs w:val="28"/>
        </w:rPr>
        <w:t>костюмы клоунов для взрослых, костюм</w:t>
      </w:r>
      <w:r w:rsidR="00B86105">
        <w:rPr>
          <w:b w:val="0"/>
          <w:sz w:val="28"/>
          <w:szCs w:val="28"/>
        </w:rPr>
        <w:t xml:space="preserve"> Буквоеда</w:t>
      </w:r>
      <w:r w:rsidRPr="00321DC4">
        <w:rPr>
          <w:b w:val="0"/>
          <w:sz w:val="28"/>
          <w:szCs w:val="28"/>
        </w:rPr>
        <w:t>, проектор, экран, ноутбук, колонки.</w:t>
      </w:r>
    </w:p>
    <w:p w:rsidR="00AA2CED" w:rsidRPr="00DC0DB6" w:rsidRDefault="00AA2CED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sz w:val="16"/>
          <w:szCs w:val="16"/>
        </w:rPr>
      </w:pPr>
    </w:p>
    <w:p w:rsidR="00AE239B" w:rsidRPr="00321DC4" w:rsidRDefault="00AE239B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Предварительная работа</w:t>
      </w:r>
      <w:r w:rsidRPr="00321DC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321DC4">
        <w:rPr>
          <w:b w:val="0"/>
          <w:sz w:val="28"/>
          <w:szCs w:val="28"/>
        </w:rPr>
        <w:t>подготовка атрибутов для оформ</w:t>
      </w:r>
      <w:r w:rsidR="00B86105">
        <w:rPr>
          <w:b w:val="0"/>
          <w:sz w:val="28"/>
          <w:szCs w:val="28"/>
        </w:rPr>
        <w:t>ления зала, костюмов для героев</w:t>
      </w:r>
      <w:r>
        <w:rPr>
          <w:b w:val="0"/>
          <w:sz w:val="28"/>
          <w:szCs w:val="28"/>
        </w:rPr>
        <w:t xml:space="preserve">; </w:t>
      </w:r>
      <w:r w:rsidRPr="00321DC4">
        <w:rPr>
          <w:b w:val="0"/>
          <w:sz w:val="28"/>
          <w:szCs w:val="28"/>
        </w:rPr>
        <w:t>подготовка презентации, выбор и запись музыкального сопровождения; з</w:t>
      </w:r>
      <w:r>
        <w:rPr>
          <w:b w:val="0"/>
          <w:sz w:val="28"/>
          <w:szCs w:val="28"/>
        </w:rPr>
        <w:t>а</w:t>
      </w:r>
      <w:r w:rsidRPr="00321DC4">
        <w:rPr>
          <w:b w:val="0"/>
          <w:sz w:val="28"/>
          <w:szCs w:val="28"/>
        </w:rPr>
        <w:t>учивание монтажа с детьми.</w:t>
      </w:r>
    </w:p>
    <w:p w:rsidR="00AA2CED" w:rsidRPr="00DC0DB6" w:rsidRDefault="00AA2CED" w:rsidP="00AA2CED">
      <w:pPr>
        <w:spacing w:line="360" w:lineRule="auto"/>
        <w:ind w:firstLine="709"/>
        <w:jc w:val="both"/>
        <w:rPr>
          <w:b/>
          <w:bCs/>
          <w:sz w:val="16"/>
          <w:szCs w:val="16"/>
        </w:rPr>
      </w:pPr>
    </w:p>
    <w:p w:rsidR="00AA2CED" w:rsidRDefault="00AA2CED" w:rsidP="00AA2CE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</w:t>
      </w:r>
      <w:r w:rsidR="002805EB">
        <w:rPr>
          <w:b/>
          <w:bCs/>
          <w:sz w:val="28"/>
          <w:szCs w:val="28"/>
        </w:rPr>
        <w:t>:</w:t>
      </w:r>
    </w:p>
    <w:p w:rsidR="00AA2CED" w:rsidRPr="00605AF6" w:rsidRDefault="00AA2CED" w:rsidP="00AA2CE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05AF6">
        <w:rPr>
          <w:bCs/>
          <w:sz w:val="28"/>
          <w:szCs w:val="28"/>
        </w:rPr>
        <w:t>Волина В.В.</w:t>
      </w:r>
      <w:r>
        <w:rPr>
          <w:bCs/>
          <w:sz w:val="28"/>
          <w:szCs w:val="28"/>
        </w:rPr>
        <w:t xml:space="preserve"> Учимся играя. - М.: Новая школа, 1994. - 448 с.</w:t>
      </w:r>
    </w:p>
    <w:p w:rsidR="00AA2CED" w:rsidRDefault="00AA2CED" w:rsidP="00AA2CED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605AF6">
        <w:rPr>
          <w:bCs/>
          <w:sz w:val="28"/>
          <w:szCs w:val="28"/>
        </w:rPr>
        <w:t>Милостивенко</w:t>
      </w:r>
      <w:proofErr w:type="spellEnd"/>
      <w:r w:rsidRPr="00605AF6">
        <w:rPr>
          <w:bCs/>
          <w:sz w:val="28"/>
          <w:szCs w:val="28"/>
        </w:rPr>
        <w:t xml:space="preserve"> Л.Г. Методические рекомендации по предупреждению ошибок чтения и письма у детей: Из опыта работы: Учебное пособие. – Санкт-Петербург, фирма «</w:t>
      </w:r>
      <w:proofErr w:type="spellStart"/>
      <w:r w:rsidRPr="00605AF6">
        <w:rPr>
          <w:bCs/>
          <w:sz w:val="28"/>
          <w:szCs w:val="28"/>
        </w:rPr>
        <w:t>Стройлеспечать</w:t>
      </w:r>
      <w:proofErr w:type="spellEnd"/>
      <w:r w:rsidRPr="00605AF6">
        <w:rPr>
          <w:bCs/>
          <w:sz w:val="28"/>
          <w:szCs w:val="28"/>
        </w:rPr>
        <w:t>», 1995. – 64 с., 26 ил.</w:t>
      </w:r>
    </w:p>
    <w:p w:rsidR="00B86105" w:rsidRPr="00DC0DB6" w:rsidRDefault="00B86105" w:rsidP="00AA2CE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sz w:val="16"/>
          <w:szCs w:val="16"/>
        </w:rPr>
      </w:pPr>
    </w:p>
    <w:p w:rsidR="00AA2CED" w:rsidRPr="00AA2CED" w:rsidRDefault="00AA2CED" w:rsidP="00AA2CE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Ход</w:t>
      </w:r>
      <w:r w:rsidR="002805EB">
        <w:rPr>
          <w:sz w:val="28"/>
          <w:szCs w:val="28"/>
        </w:rPr>
        <w:t xml:space="preserve"> развлечения</w:t>
      </w:r>
      <w:r>
        <w:rPr>
          <w:sz w:val="28"/>
          <w:szCs w:val="28"/>
        </w:rPr>
        <w:t>:</w:t>
      </w:r>
    </w:p>
    <w:p w:rsidR="00AA2CED" w:rsidRPr="00321DC4" w:rsidRDefault="00AA2CED" w:rsidP="00AA2CE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21DC4">
        <w:rPr>
          <w:b w:val="0"/>
          <w:sz w:val="24"/>
          <w:szCs w:val="24"/>
        </w:rPr>
        <w:t>Дети входят в зал под музыку «</w:t>
      </w:r>
      <w:r w:rsidR="007A6FBC">
        <w:rPr>
          <w:b w:val="0"/>
          <w:sz w:val="24"/>
          <w:szCs w:val="24"/>
        </w:rPr>
        <w:t>Азбуку детям знать пора»</w:t>
      </w:r>
      <w:r>
        <w:rPr>
          <w:b w:val="0"/>
          <w:sz w:val="24"/>
          <w:szCs w:val="24"/>
        </w:rPr>
        <w:t xml:space="preserve"> </w:t>
      </w:r>
      <w:r w:rsidR="007A6FBC">
        <w:rPr>
          <w:b w:val="0"/>
          <w:sz w:val="24"/>
          <w:szCs w:val="24"/>
        </w:rPr>
        <w:t xml:space="preserve">(музыка В. </w:t>
      </w:r>
      <w:proofErr w:type="spellStart"/>
      <w:r w:rsidR="007A6FBC">
        <w:rPr>
          <w:b w:val="0"/>
          <w:sz w:val="24"/>
          <w:szCs w:val="24"/>
        </w:rPr>
        <w:t>Шаинского</w:t>
      </w:r>
      <w:proofErr w:type="spellEnd"/>
      <w:r w:rsidR="007A6FBC">
        <w:rPr>
          <w:b w:val="0"/>
          <w:sz w:val="24"/>
          <w:szCs w:val="24"/>
        </w:rPr>
        <w:t xml:space="preserve">, стихи Э. Успенского). </w:t>
      </w:r>
      <w:r w:rsidRPr="00321DC4">
        <w:rPr>
          <w:b w:val="0"/>
          <w:sz w:val="24"/>
          <w:szCs w:val="24"/>
        </w:rPr>
        <w:t>На экране изображение волшебного города.</w:t>
      </w:r>
    </w:p>
    <w:p w:rsidR="002E1203" w:rsidRPr="00321DC4" w:rsidRDefault="00AA2CED" w:rsidP="00AA2CE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Логопед.</w:t>
      </w:r>
      <w:r w:rsidRPr="001549B3">
        <w:rPr>
          <w:i/>
          <w:sz w:val="28"/>
          <w:szCs w:val="28"/>
        </w:rPr>
        <w:t xml:space="preserve"> </w:t>
      </w:r>
      <w:r w:rsidRPr="00321DC4">
        <w:rPr>
          <w:b w:val="0"/>
          <w:sz w:val="28"/>
          <w:szCs w:val="28"/>
        </w:rPr>
        <w:t xml:space="preserve">Добрый день, дорогие друзья! </w:t>
      </w:r>
    </w:p>
    <w:p w:rsidR="001E43E5" w:rsidRPr="00D14EBB" w:rsidRDefault="001E43E5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14EBB">
        <w:rPr>
          <w:bCs/>
          <w:sz w:val="28"/>
          <w:szCs w:val="28"/>
        </w:rPr>
        <w:t>За высокими горами, за далекими лесами</w:t>
      </w:r>
    </w:p>
    <w:p w:rsidR="001E43E5" w:rsidRPr="00D14EBB" w:rsidRDefault="001E43E5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14EBB">
        <w:rPr>
          <w:bCs/>
          <w:sz w:val="28"/>
          <w:szCs w:val="28"/>
        </w:rPr>
        <w:t>Чудо государство есть</w:t>
      </w:r>
      <w:r>
        <w:rPr>
          <w:bCs/>
          <w:sz w:val="28"/>
          <w:szCs w:val="28"/>
        </w:rPr>
        <w:t>.</w:t>
      </w:r>
    </w:p>
    <w:p w:rsidR="001E43E5" w:rsidRPr="00D14EBB" w:rsidRDefault="001E43E5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14EBB">
        <w:rPr>
          <w:bCs/>
          <w:sz w:val="28"/>
          <w:szCs w:val="28"/>
        </w:rPr>
        <w:t>Государст</w:t>
      </w:r>
      <w:r w:rsidR="000C3AA8">
        <w:rPr>
          <w:bCs/>
          <w:sz w:val="28"/>
          <w:szCs w:val="28"/>
        </w:rPr>
        <w:t>в</w:t>
      </w:r>
      <w:r w:rsidRPr="00D14EBB">
        <w:rPr>
          <w:bCs/>
          <w:sz w:val="28"/>
          <w:szCs w:val="28"/>
        </w:rPr>
        <w:t xml:space="preserve">о - это </w:t>
      </w:r>
      <w:proofErr w:type="spellStart"/>
      <w:r w:rsidRPr="00D14EBB">
        <w:rPr>
          <w:bCs/>
          <w:sz w:val="28"/>
          <w:szCs w:val="28"/>
        </w:rPr>
        <w:t>АБВГДейкою</w:t>
      </w:r>
      <w:proofErr w:type="spellEnd"/>
      <w:r w:rsidRPr="00D14EBB">
        <w:rPr>
          <w:bCs/>
          <w:sz w:val="28"/>
          <w:szCs w:val="28"/>
        </w:rPr>
        <w:t xml:space="preserve"> зовут.</w:t>
      </w:r>
    </w:p>
    <w:p w:rsidR="001E43E5" w:rsidRDefault="001E43E5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Там в стране далекой </w:t>
      </w:r>
      <w:r w:rsidR="00C229CD">
        <w:rPr>
          <w:bCs/>
          <w:sz w:val="28"/>
          <w:szCs w:val="28"/>
        </w:rPr>
        <w:t>буквы все живут.</w:t>
      </w:r>
    </w:p>
    <w:p w:rsidR="00C229CD" w:rsidRPr="00D14EBB" w:rsidRDefault="00C229CD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на праздник в гости нас сегодня ждут!</w:t>
      </w:r>
    </w:p>
    <w:p w:rsidR="001E43E5" w:rsidRDefault="001E43E5" w:rsidP="001E43E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Наш </w:t>
      </w:r>
      <w:r w:rsidRPr="00D14EBB">
        <w:rPr>
          <w:bCs/>
          <w:sz w:val="28"/>
          <w:szCs w:val="28"/>
        </w:rPr>
        <w:t xml:space="preserve">праздник начинается </w:t>
      </w:r>
    </w:p>
    <w:p w:rsidR="00C229CD" w:rsidRDefault="001E43E5" w:rsidP="00C229C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D14EBB">
        <w:rPr>
          <w:bCs/>
          <w:sz w:val="28"/>
          <w:szCs w:val="28"/>
        </w:rPr>
        <w:t xml:space="preserve"> </w:t>
      </w:r>
      <w:proofErr w:type="spellStart"/>
      <w:r w:rsidRPr="00D14EBB">
        <w:rPr>
          <w:bCs/>
          <w:sz w:val="28"/>
          <w:szCs w:val="28"/>
        </w:rPr>
        <w:t>АБГДЕЙку</w:t>
      </w:r>
      <w:proofErr w:type="spellEnd"/>
      <w:r w:rsidRPr="00D14EBB">
        <w:rPr>
          <w:bCs/>
          <w:sz w:val="28"/>
          <w:szCs w:val="28"/>
        </w:rPr>
        <w:t xml:space="preserve"> все приглашаются!</w:t>
      </w:r>
    </w:p>
    <w:p w:rsidR="00C229CD" w:rsidRDefault="000C3AA8" w:rsidP="00C229CD">
      <w:pPr>
        <w:spacing w:line="360" w:lineRule="auto"/>
        <w:ind w:firstLine="709"/>
        <w:jc w:val="both"/>
      </w:pPr>
      <w:r>
        <w:t xml:space="preserve">Звучит музыка </w:t>
      </w:r>
      <w:r w:rsidRPr="00321DC4">
        <w:t>«</w:t>
      </w:r>
      <w:r w:rsidR="007A6FBC">
        <w:t xml:space="preserve">Азбуку детям знать пора». </w:t>
      </w:r>
      <w:r w:rsidR="002E1203" w:rsidRPr="00321DC4">
        <w:t>В зал вбегают клоуны с изображением букв</w:t>
      </w:r>
      <w:proofErr w:type="gramStart"/>
      <w:r w:rsidR="002E1203" w:rsidRPr="00321DC4">
        <w:t xml:space="preserve"> А</w:t>
      </w:r>
      <w:proofErr w:type="gramEnd"/>
      <w:r w:rsidR="002E1203" w:rsidRPr="00321DC4">
        <w:t xml:space="preserve"> и Б на костюмах.</w:t>
      </w:r>
    </w:p>
    <w:p w:rsidR="00C229CD" w:rsidRDefault="00AA2CED" w:rsidP="00C229C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549B3">
        <w:rPr>
          <w:i/>
          <w:sz w:val="28"/>
          <w:szCs w:val="28"/>
        </w:rPr>
        <w:t>Клоуны</w:t>
      </w:r>
      <w:r>
        <w:rPr>
          <w:sz w:val="28"/>
          <w:szCs w:val="28"/>
        </w:rPr>
        <w:t xml:space="preserve"> (хором). А и Б сидели на трубе.</w:t>
      </w:r>
      <w:r w:rsidRPr="00321DC4">
        <w:rPr>
          <w:sz w:val="28"/>
          <w:szCs w:val="28"/>
        </w:rPr>
        <w:t xml:space="preserve"> </w:t>
      </w:r>
      <w:r>
        <w:t>(К</w:t>
      </w:r>
      <w:r w:rsidRPr="00321DC4">
        <w:t>лоуны со смехом усаживаются на скамейку</w:t>
      </w:r>
      <w:r>
        <w:t>.</w:t>
      </w:r>
      <w:r w:rsidRPr="00321DC4">
        <w:t>)</w:t>
      </w:r>
    </w:p>
    <w:p w:rsidR="00C229C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1549B3">
        <w:rPr>
          <w:b w:val="0"/>
          <w:i/>
          <w:sz w:val="28"/>
          <w:szCs w:val="28"/>
        </w:rPr>
        <w:t>Клоун А.</w:t>
      </w:r>
      <w:r w:rsidRPr="00321DC4">
        <w:rPr>
          <w:b w:val="0"/>
          <w:sz w:val="24"/>
          <w:szCs w:val="24"/>
        </w:rPr>
        <w:t xml:space="preserve"> </w:t>
      </w:r>
      <w:r w:rsidRPr="00321DC4">
        <w:rPr>
          <w:b w:val="0"/>
          <w:sz w:val="28"/>
          <w:szCs w:val="28"/>
        </w:rPr>
        <w:t>А – упала</w:t>
      </w:r>
      <w:r>
        <w:rPr>
          <w:b w:val="0"/>
          <w:sz w:val="28"/>
          <w:szCs w:val="28"/>
        </w:rPr>
        <w:t>.</w:t>
      </w:r>
      <w:r w:rsidRPr="00321DC4">
        <w:rPr>
          <w:b w:val="0"/>
          <w:sz w:val="28"/>
          <w:szCs w:val="28"/>
        </w:rPr>
        <w:t xml:space="preserve"> </w:t>
      </w:r>
      <w:r w:rsidRPr="00321DC4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К</w:t>
      </w:r>
      <w:r w:rsidRPr="00321DC4">
        <w:rPr>
          <w:b w:val="0"/>
          <w:sz w:val="24"/>
          <w:szCs w:val="24"/>
        </w:rPr>
        <w:t>лоун демонстративно падает со скамейки</w:t>
      </w:r>
      <w:r>
        <w:rPr>
          <w:b w:val="0"/>
          <w:sz w:val="24"/>
          <w:szCs w:val="24"/>
        </w:rPr>
        <w:t>.</w:t>
      </w:r>
      <w:r w:rsidRPr="00321DC4">
        <w:rPr>
          <w:b w:val="0"/>
          <w:sz w:val="24"/>
          <w:szCs w:val="24"/>
        </w:rPr>
        <w:t>)</w:t>
      </w:r>
    </w:p>
    <w:p w:rsidR="00C229CD" w:rsidRPr="00AA2CE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1549B3">
        <w:rPr>
          <w:b w:val="0"/>
          <w:i/>
          <w:sz w:val="28"/>
          <w:szCs w:val="28"/>
        </w:rPr>
        <w:t>Клоун Б.</w:t>
      </w:r>
      <w:r w:rsidRPr="007D3F53">
        <w:rPr>
          <w:b w:val="0"/>
          <w:sz w:val="28"/>
          <w:szCs w:val="28"/>
        </w:rPr>
        <w:t xml:space="preserve"> Б – пропала</w:t>
      </w:r>
      <w:r>
        <w:rPr>
          <w:b w:val="0"/>
          <w:sz w:val="24"/>
          <w:szCs w:val="24"/>
        </w:rPr>
        <w:t>. (Клоун прячется).</w:t>
      </w:r>
    </w:p>
    <w:p w:rsidR="00C229CD" w:rsidRPr="00C229C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Логопед.</w:t>
      </w:r>
      <w:r w:rsidRPr="00C229CD">
        <w:rPr>
          <w:b w:val="0"/>
          <w:sz w:val="28"/>
          <w:szCs w:val="28"/>
        </w:rPr>
        <w:t xml:space="preserve"> Кто остался на трубе?</w:t>
      </w:r>
    </w:p>
    <w:p w:rsidR="00C229CD" w:rsidRPr="00321DC4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21DC4">
        <w:rPr>
          <w:b w:val="0"/>
          <w:sz w:val="24"/>
          <w:szCs w:val="24"/>
        </w:rPr>
        <w:t>В зал вбегает клоун с изображением буквы</w:t>
      </w:r>
      <w:proofErr w:type="gramStart"/>
      <w:r w:rsidRPr="00321DC4">
        <w:rPr>
          <w:b w:val="0"/>
          <w:sz w:val="24"/>
          <w:szCs w:val="24"/>
        </w:rPr>
        <w:t xml:space="preserve"> И</w:t>
      </w:r>
      <w:proofErr w:type="gramEnd"/>
      <w:r w:rsidRPr="00321DC4">
        <w:rPr>
          <w:b w:val="0"/>
          <w:sz w:val="24"/>
          <w:szCs w:val="24"/>
        </w:rPr>
        <w:t xml:space="preserve"> на костюме.</w:t>
      </w:r>
    </w:p>
    <w:p w:rsidR="00C229CD" w:rsidRPr="00321DC4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Клоун И.</w:t>
      </w:r>
      <w:r>
        <w:rPr>
          <w:b w:val="0"/>
          <w:sz w:val="28"/>
          <w:szCs w:val="28"/>
        </w:rPr>
        <w:t xml:space="preserve"> Я, я, я осталась</w:t>
      </w:r>
      <w:r w:rsidRPr="00321DC4">
        <w:rPr>
          <w:b w:val="0"/>
          <w:sz w:val="28"/>
          <w:szCs w:val="28"/>
        </w:rPr>
        <w:t>.</w:t>
      </w:r>
    </w:p>
    <w:p w:rsidR="00C229CD" w:rsidRPr="00321DC4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Логопед.</w:t>
      </w:r>
      <w:r>
        <w:rPr>
          <w:b w:val="0"/>
          <w:sz w:val="28"/>
          <w:szCs w:val="28"/>
        </w:rPr>
        <w:t xml:space="preserve"> </w:t>
      </w:r>
      <w:r w:rsidRPr="00321DC4">
        <w:rPr>
          <w:b w:val="0"/>
          <w:sz w:val="28"/>
          <w:szCs w:val="28"/>
        </w:rPr>
        <w:t xml:space="preserve">Да не </w:t>
      </w:r>
      <w:r>
        <w:rPr>
          <w:b w:val="0"/>
          <w:sz w:val="28"/>
          <w:szCs w:val="28"/>
        </w:rPr>
        <w:t>Я, а буква… (Дети хором добавляют «И».)</w:t>
      </w:r>
    </w:p>
    <w:p w:rsidR="00C229CD" w:rsidRPr="00321DC4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Логопед</w:t>
      </w:r>
      <w:r w:rsidR="00B86105">
        <w:rPr>
          <w:b w:val="0"/>
          <w:i/>
          <w:sz w:val="28"/>
          <w:szCs w:val="28"/>
        </w:rPr>
        <w:t xml:space="preserve">. </w:t>
      </w:r>
      <w:r w:rsidRPr="00321DC4">
        <w:rPr>
          <w:b w:val="0"/>
          <w:sz w:val="28"/>
          <w:szCs w:val="28"/>
        </w:rPr>
        <w:t>Ребята, какие ве</w:t>
      </w:r>
      <w:r w:rsidR="00B86105">
        <w:rPr>
          <w:b w:val="0"/>
          <w:sz w:val="28"/>
          <w:szCs w:val="28"/>
        </w:rPr>
        <w:t>селые Буквы</w:t>
      </w:r>
      <w:r w:rsidR="000C3AA8">
        <w:rPr>
          <w:b w:val="0"/>
          <w:sz w:val="28"/>
          <w:szCs w:val="28"/>
        </w:rPr>
        <w:t xml:space="preserve"> живут</w:t>
      </w:r>
      <w:r w:rsidR="00B86105">
        <w:rPr>
          <w:b w:val="0"/>
          <w:sz w:val="28"/>
          <w:szCs w:val="28"/>
        </w:rPr>
        <w:t xml:space="preserve"> в </w:t>
      </w:r>
      <w:proofErr w:type="spellStart"/>
      <w:r w:rsidR="00B86105">
        <w:rPr>
          <w:b w:val="0"/>
          <w:sz w:val="28"/>
          <w:szCs w:val="28"/>
        </w:rPr>
        <w:t>АБВГДейке</w:t>
      </w:r>
      <w:proofErr w:type="spellEnd"/>
      <w:r w:rsidRPr="00321DC4">
        <w:rPr>
          <w:b w:val="0"/>
          <w:sz w:val="28"/>
          <w:szCs w:val="28"/>
        </w:rPr>
        <w:t>.</w:t>
      </w:r>
      <w:r w:rsidR="00B86105" w:rsidRPr="00B86105">
        <w:rPr>
          <w:b w:val="0"/>
          <w:sz w:val="28"/>
          <w:szCs w:val="28"/>
        </w:rPr>
        <w:t xml:space="preserve"> </w:t>
      </w:r>
      <w:r w:rsidR="00B86105">
        <w:rPr>
          <w:b w:val="0"/>
          <w:sz w:val="28"/>
          <w:szCs w:val="28"/>
        </w:rPr>
        <w:t>Здравствуйте, уважаемые Буквы! Мы пришли к вам в гости и хотим познакомиться с вами.</w:t>
      </w:r>
    </w:p>
    <w:p w:rsidR="00B86105" w:rsidRPr="00B86105" w:rsidRDefault="00C229CD" w:rsidP="00B86105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549B3">
        <w:rPr>
          <w:b w:val="0"/>
          <w:i/>
          <w:sz w:val="28"/>
          <w:szCs w:val="28"/>
        </w:rPr>
        <w:t>Клоун А.</w:t>
      </w:r>
      <w:r w:rsidRPr="00321DC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Да, нас</w:t>
      </w:r>
      <w:r w:rsidR="00B86105">
        <w:rPr>
          <w:b w:val="0"/>
          <w:sz w:val="28"/>
          <w:szCs w:val="28"/>
        </w:rPr>
        <w:t xml:space="preserve"> же </w:t>
      </w:r>
      <w:r>
        <w:rPr>
          <w:b w:val="0"/>
          <w:sz w:val="28"/>
          <w:szCs w:val="28"/>
        </w:rPr>
        <w:t>здесь много, целых 33.</w:t>
      </w:r>
      <w:r w:rsidR="00B86105">
        <w:rPr>
          <w:b w:val="0"/>
          <w:sz w:val="28"/>
          <w:szCs w:val="28"/>
        </w:rPr>
        <w:t xml:space="preserve"> Вот посмотрите.</w:t>
      </w:r>
    </w:p>
    <w:p w:rsidR="00C229CD" w:rsidRPr="001549B3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1549B3">
        <w:rPr>
          <w:b w:val="0"/>
          <w:sz w:val="24"/>
          <w:szCs w:val="24"/>
        </w:rPr>
        <w:t xml:space="preserve">На экране появляется изображение </w:t>
      </w:r>
      <w:r w:rsidR="000C3AA8">
        <w:rPr>
          <w:b w:val="0"/>
          <w:sz w:val="24"/>
          <w:szCs w:val="24"/>
        </w:rPr>
        <w:t xml:space="preserve">букв. </w:t>
      </w:r>
    </w:p>
    <w:p w:rsidR="000C3AA8" w:rsidRDefault="000C3AA8" w:rsidP="007D38AB">
      <w:pPr>
        <w:spacing w:line="360" w:lineRule="auto"/>
        <w:ind w:firstLine="709"/>
        <w:rPr>
          <w:sz w:val="28"/>
          <w:szCs w:val="28"/>
        </w:rPr>
      </w:pPr>
      <w:r w:rsidRPr="001549B3">
        <w:rPr>
          <w:i/>
          <w:sz w:val="28"/>
          <w:szCs w:val="28"/>
        </w:rPr>
        <w:t>Логопед</w:t>
      </w:r>
      <w:r>
        <w:rPr>
          <w:b/>
          <w:i/>
          <w:sz w:val="28"/>
          <w:szCs w:val="28"/>
        </w:rPr>
        <w:t>.</w:t>
      </w:r>
    </w:p>
    <w:p w:rsidR="007D38AB" w:rsidRPr="007D38AB" w:rsidRDefault="000C3AA8" w:rsidP="007D38A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Что за буквы</w:t>
      </w:r>
      <w:r w:rsidR="007D38AB" w:rsidRPr="007D38AB">
        <w:rPr>
          <w:sz w:val="28"/>
          <w:szCs w:val="28"/>
        </w:rPr>
        <w:t>, что за диво,</w:t>
      </w:r>
    </w:p>
    <w:p w:rsidR="000C3AA8" w:rsidRPr="000C3AA8" w:rsidRDefault="007D38AB" w:rsidP="000C3AA8">
      <w:pPr>
        <w:spacing w:line="360" w:lineRule="auto"/>
        <w:ind w:firstLine="709"/>
        <w:rPr>
          <w:sz w:val="28"/>
          <w:szCs w:val="28"/>
        </w:rPr>
      </w:pPr>
      <w:r w:rsidRPr="007D38AB">
        <w:rPr>
          <w:sz w:val="28"/>
          <w:szCs w:val="28"/>
        </w:rPr>
        <w:t>К</w:t>
      </w:r>
      <w:r w:rsidR="000C3AA8">
        <w:rPr>
          <w:sz w:val="28"/>
          <w:szCs w:val="28"/>
        </w:rPr>
        <w:t>ак раскрашены</w:t>
      </w:r>
      <w:r w:rsidRPr="007D38AB">
        <w:rPr>
          <w:sz w:val="28"/>
          <w:szCs w:val="28"/>
        </w:rPr>
        <w:t xml:space="preserve"> красиво! </w:t>
      </w:r>
    </w:p>
    <w:p w:rsidR="000C3AA8" w:rsidRPr="000C3AA8" w:rsidRDefault="000C3AA8" w:rsidP="000C3AA8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7D38AB">
        <w:rPr>
          <w:b w:val="0"/>
          <w:i/>
          <w:sz w:val="28"/>
          <w:szCs w:val="28"/>
        </w:rPr>
        <w:t>Клоун Б.</w:t>
      </w:r>
    </w:p>
    <w:p w:rsidR="007D38AB" w:rsidRDefault="000C3AA8" w:rsidP="007D38AB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Сейчас про них я расскажу</w:t>
      </w:r>
      <w:r w:rsidR="007D38AB">
        <w:rPr>
          <w:sz w:val="28"/>
          <w:szCs w:val="28"/>
        </w:rPr>
        <w:t>.</w:t>
      </w:r>
    </w:p>
    <w:p w:rsidR="007D38AB" w:rsidRPr="007D38AB" w:rsidRDefault="000C3AA8" w:rsidP="007D38AB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А вас узн</w:t>
      </w:r>
      <w:r w:rsidR="007D38AB">
        <w:rPr>
          <w:sz w:val="28"/>
          <w:szCs w:val="28"/>
        </w:rPr>
        <w:t>ать их попрошу.</w:t>
      </w:r>
    </w:p>
    <w:p w:rsidR="007D38AB" w:rsidRPr="000C3AA8" w:rsidRDefault="007D38AB" w:rsidP="000C3AA8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Клоун Б</w:t>
      </w:r>
      <w:r w:rsidRPr="00321DC4">
        <w:rPr>
          <w:b w:val="0"/>
          <w:sz w:val="24"/>
          <w:szCs w:val="24"/>
        </w:rPr>
        <w:t xml:space="preserve"> предлагает детям угадать буквы по описанию.</w:t>
      </w:r>
      <w:r>
        <w:rPr>
          <w:b w:val="0"/>
          <w:sz w:val="24"/>
          <w:szCs w:val="24"/>
        </w:rPr>
        <w:t xml:space="preserve"> Дети угадывают и на экране появяются буквы.</w:t>
      </w:r>
    </w:p>
    <w:p w:rsidR="00C229C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Федя ходит руки в боки.</w:t>
      </w:r>
    </w:p>
    <w:p w:rsidR="00C229C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Значит, выучил уроки.</w:t>
      </w:r>
    </w:p>
    <w:p w:rsidR="007D38AB" w:rsidRDefault="00C229CD" w:rsidP="007D38A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(Г. </w:t>
      </w:r>
      <w:proofErr w:type="spellStart"/>
      <w:r>
        <w:rPr>
          <w:i/>
          <w:sz w:val="28"/>
          <w:szCs w:val="28"/>
        </w:rPr>
        <w:t>Виеру</w:t>
      </w:r>
      <w:proofErr w:type="spellEnd"/>
      <w:r>
        <w:rPr>
          <w:i/>
          <w:sz w:val="28"/>
          <w:szCs w:val="28"/>
        </w:rPr>
        <w:t>)</w:t>
      </w:r>
      <w:bookmarkEnd w:id="0"/>
    </w:p>
    <w:p w:rsidR="00DC0DB6" w:rsidRDefault="00321DC4" w:rsidP="00DC0DB6">
      <w:pPr>
        <w:spacing w:line="360" w:lineRule="auto"/>
        <w:ind w:firstLine="709"/>
        <w:rPr>
          <w:sz w:val="28"/>
          <w:szCs w:val="28"/>
        </w:rPr>
      </w:pPr>
      <w:r w:rsidRPr="00321DC4">
        <w:rPr>
          <w:sz w:val="28"/>
          <w:szCs w:val="28"/>
        </w:rPr>
        <w:t>В этой букве нет угла,</w:t>
      </w:r>
    </w:p>
    <w:p w:rsidR="00DC0DB6" w:rsidRDefault="007D38AB" w:rsidP="00DC0DB6">
      <w:pPr>
        <w:spacing w:line="360" w:lineRule="auto"/>
        <w:ind w:firstLine="709"/>
        <w:rPr>
          <w:sz w:val="28"/>
          <w:szCs w:val="28"/>
        </w:rPr>
      </w:pPr>
      <w:r w:rsidRPr="00321DC4">
        <w:rPr>
          <w:sz w:val="28"/>
          <w:szCs w:val="28"/>
        </w:rPr>
        <w:t>От того она кругла.</w:t>
      </w:r>
    </w:p>
    <w:p w:rsidR="00DC0DB6" w:rsidRDefault="007D38AB" w:rsidP="00DC0DB6">
      <w:pPr>
        <w:spacing w:line="360" w:lineRule="auto"/>
        <w:ind w:firstLine="709"/>
        <w:rPr>
          <w:sz w:val="28"/>
          <w:szCs w:val="28"/>
        </w:rPr>
      </w:pPr>
      <w:r w:rsidRPr="00321DC4">
        <w:rPr>
          <w:sz w:val="28"/>
          <w:szCs w:val="28"/>
        </w:rPr>
        <w:t>До того она кругла,</w:t>
      </w:r>
    </w:p>
    <w:p w:rsidR="00DC0DB6" w:rsidRDefault="007D38AB" w:rsidP="00DC0DB6">
      <w:pPr>
        <w:spacing w:line="360" w:lineRule="auto"/>
        <w:ind w:firstLine="709"/>
        <w:rPr>
          <w:sz w:val="28"/>
          <w:szCs w:val="28"/>
        </w:rPr>
      </w:pPr>
      <w:r w:rsidRPr="00321DC4">
        <w:rPr>
          <w:sz w:val="28"/>
          <w:szCs w:val="28"/>
        </w:rPr>
        <w:t>Покатится бы могла.</w:t>
      </w:r>
    </w:p>
    <w:p w:rsidR="007D38AB" w:rsidRPr="00DC0DB6" w:rsidRDefault="007D38AB" w:rsidP="00DC0DB6">
      <w:pPr>
        <w:spacing w:line="360" w:lineRule="auto"/>
        <w:ind w:left="156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(Е. </w:t>
      </w:r>
      <w:proofErr w:type="spellStart"/>
      <w:r>
        <w:rPr>
          <w:i/>
          <w:sz w:val="28"/>
          <w:szCs w:val="28"/>
        </w:rPr>
        <w:t>Тарлапан</w:t>
      </w:r>
      <w:proofErr w:type="spellEnd"/>
      <w:r>
        <w:rPr>
          <w:i/>
          <w:sz w:val="28"/>
          <w:szCs w:val="28"/>
        </w:rPr>
        <w:t>)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lastRenderedPageBreak/>
        <w:t>Чтобы</w:t>
      </w:r>
      <w:proofErr w:type="gramStart"/>
      <w:r w:rsidRPr="00321DC4">
        <w:rPr>
          <w:b w:val="0"/>
          <w:sz w:val="28"/>
          <w:szCs w:val="28"/>
        </w:rPr>
        <w:t xml:space="preserve"> О</w:t>
      </w:r>
      <w:proofErr w:type="gramEnd"/>
      <w:r w:rsidRPr="00321DC4">
        <w:rPr>
          <w:b w:val="0"/>
          <w:sz w:val="28"/>
          <w:szCs w:val="28"/>
        </w:rPr>
        <w:t xml:space="preserve"> не укатилось,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Крепко к столбику прибью.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 xml:space="preserve">Ой, смотри-ка, 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Что случилось: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Получилась буква …</w:t>
      </w:r>
      <w:r>
        <w:rPr>
          <w:b w:val="0"/>
          <w:sz w:val="28"/>
          <w:szCs w:val="28"/>
        </w:rPr>
        <w:t xml:space="preserve"> </w:t>
      </w:r>
    </w:p>
    <w:p w:rsidR="007D38AB" w:rsidRPr="00ED2DFD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          </w:t>
      </w:r>
      <w:r>
        <w:rPr>
          <w:b w:val="0"/>
          <w:i/>
          <w:sz w:val="28"/>
          <w:szCs w:val="28"/>
        </w:rPr>
        <w:t>(А. Шибаев)</w:t>
      </w:r>
    </w:p>
    <w:p w:rsidR="007D38AB" w:rsidRDefault="007D38AB" w:rsidP="007D38AB">
      <w:pPr>
        <w:pStyle w:val="10"/>
        <w:keepNext/>
        <w:keepLines/>
        <w:shd w:val="clear" w:color="auto" w:fill="auto"/>
        <w:tabs>
          <w:tab w:val="left" w:pos="1755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Вот посмотрите-кто такой,</w:t>
      </w:r>
    </w:p>
    <w:p w:rsidR="007D38AB" w:rsidRDefault="007D38AB" w:rsidP="007D38AB">
      <w:pPr>
        <w:pStyle w:val="10"/>
        <w:keepNext/>
        <w:keepLines/>
        <w:shd w:val="clear" w:color="auto" w:fill="auto"/>
        <w:tabs>
          <w:tab w:val="left" w:pos="1755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Загородив дорогу,</w:t>
      </w:r>
    </w:p>
    <w:p w:rsidR="007D38AB" w:rsidRDefault="007D38AB" w:rsidP="007D38AB">
      <w:pPr>
        <w:pStyle w:val="10"/>
        <w:keepNext/>
        <w:keepLines/>
        <w:shd w:val="clear" w:color="auto" w:fill="auto"/>
        <w:tabs>
          <w:tab w:val="left" w:pos="1755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Стоит с протянутой рукой,</w:t>
      </w:r>
    </w:p>
    <w:p w:rsidR="007D38AB" w:rsidRDefault="007D38AB" w:rsidP="007D38AB">
      <w:pPr>
        <w:pStyle w:val="10"/>
        <w:keepNext/>
        <w:keepLines/>
        <w:shd w:val="clear" w:color="auto" w:fill="auto"/>
        <w:tabs>
          <w:tab w:val="left" w:pos="1755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Согнув баранкой ногу.</w:t>
      </w:r>
    </w:p>
    <w:p w:rsidR="007D38AB" w:rsidRDefault="007D38AB" w:rsidP="007D38AB">
      <w:pPr>
        <w:pStyle w:val="10"/>
        <w:keepNext/>
        <w:keepLines/>
        <w:shd w:val="clear" w:color="auto" w:fill="auto"/>
        <w:tabs>
          <w:tab w:val="left" w:pos="1755"/>
        </w:tabs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i/>
          <w:sz w:val="28"/>
          <w:szCs w:val="28"/>
        </w:rPr>
        <w:t>(С. Маршак)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321DC4">
        <w:rPr>
          <w:b w:val="0"/>
          <w:sz w:val="28"/>
          <w:szCs w:val="28"/>
        </w:rPr>
        <w:t>Дрожу от страха до сих пор! –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 xml:space="preserve">Воскликнуло </w:t>
      </w:r>
      <w:r>
        <w:rPr>
          <w:b w:val="0"/>
          <w:sz w:val="28"/>
          <w:szCs w:val="28"/>
        </w:rPr>
        <w:t>полено:</w:t>
      </w:r>
    </w:p>
    <w:p w:rsidR="007D38AB" w:rsidRPr="00321DC4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321DC4">
        <w:rPr>
          <w:b w:val="0"/>
          <w:sz w:val="28"/>
          <w:szCs w:val="28"/>
        </w:rPr>
        <w:t>Похожа буква на топор!</w:t>
      </w:r>
    </w:p>
    <w:p w:rsidR="007D38AB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Расколет непременно!</w:t>
      </w:r>
    </w:p>
    <w:p w:rsidR="007D38AB" w:rsidRDefault="007D38AB" w:rsidP="007D38A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           </w:t>
      </w:r>
      <w:r>
        <w:rPr>
          <w:b w:val="0"/>
          <w:i/>
          <w:sz w:val="28"/>
          <w:szCs w:val="28"/>
        </w:rPr>
        <w:t xml:space="preserve">(Е. </w:t>
      </w:r>
      <w:proofErr w:type="spellStart"/>
      <w:r>
        <w:rPr>
          <w:b w:val="0"/>
          <w:i/>
          <w:sz w:val="28"/>
          <w:szCs w:val="28"/>
        </w:rPr>
        <w:t>Тарлапан</w:t>
      </w:r>
      <w:proofErr w:type="spellEnd"/>
      <w:r>
        <w:rPr>
          <w:b w:val="0"/>
          <w:i/>
          <w:sz w:val="28"/>
          <w:szCs w:val="28"/>
        </w:rPr>
        <w:t>)</w:t>
      </w:r>
    </w:p>
    <w:p w:rsidR="000C3AA8" w:rsidRDefault="000C3AA8" w:rsidP="000C3AA8">
      <w:pPr>
        <w:pStyle w:val="10"/>
        <w:keepNext/>
        <w:keepLines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t>Клоун А.</w:t>
      </w:r>
      <w:r>
        <w:rPr>
          <w:b w:val="0"/>
          <w:sz w:val="28"/>
          <w:szCs w:val="28"/>
        </w:rPr>
        <w:t xml:space="preserve"> Молодцы, все буквы узнали! Какие грамотные дети! А вот я, знаю смешные стихи про буквы.</w:t>
      </w:r>
    </w:p>
    <w:p w:rsidR="000C3AA8" w:rsidRDefault="000C3AA8" w:rsidP="000C3AA8">
      <w:pPr>
        <w:pStyle w:val="10"/>
        <w:keepNext/>
        <w:keepLines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Я буду вам стихи читать</w:t>
      </w:r>
    </w:p>
    <w:p w:rsidR="000C3AA8" w:rsidRDefault="000C3AA8" w:rsidP="000C3AA8">
      <w:pPr>
        <w:pStyle w:val="10"/>
        <w:keepNext/>
        <w:keepLines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 вы мне дружно помогать.</w:t>
      </w:r>
    </w:p>
    <w:p w:rsidR="000C3AA8" w:rsidRPr="002E0BAE" w:rsidRDefault="000C3AA8" w:rsidP="002E0BAE">
      <w:pPr>
        <w:pStyle w:val="10"/>
        <w:keepNext/>
        <w:keepLines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конце букву добавлять.</w:t>
      </w:r>
    </w:p>
    <w:p w:rsidR="0088479D" w:rsidRPr="0088479D" w:rsidRDefault="00532322" w:rsidP="002E0BAE">
      <w:pPr>
        <w:pStyle w:val="10"/>
        <w:keepNext/>
        <w:keepLines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 w:rsidRPr="0088479D">
        <w:rPr>
          <w:b w:val="0"/>
          <w:sz w:val="28"/>
          <w:szCs w:val="28"/>
        </w:rPr>
        <w:t>• Айболиту все сперва, говорили букву … (А)</w:t>
      </w:r>
    </w:p>
    <w:p w:rsidR="0088479D" w:rsidRDefault="00532322" w:rsidP="0088479D">
      <w:pPr>
        <w:spacing w:line="360" w:lineRule="auto"/>
        <w:ind w:left="709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• В старом дереве дупло, а последний звук в нём … (О)</w:t>
      </w:r>
      <w:r w:rsidRPr="009E4861">
        <w:rPr>
          <w:bCs/>
          <w:sz w:val="28"/>
          <w:szCs w:val="28"/>
        </w:rPr>
        <w:br/>
        <w:t>• «Хи-хи-хи, ха-ха-ха!» Так хохочет буква … (Х)</w:t>
      </w:r>
      <w:r w:rsidRPr="009E4861">
        <w:rPr>
          <w:bCs/>
          <w:sz w:val="28"/>
          <w:szCs w:val="28"/>
        </w:rPr>
        <w:br/>
        <w:t>• Мы запомнили легко:</w:t>
      </w:r>
      <w:r w:rsidR="0088479D">
        <w:rPr>
          <w:bCs/>
          <w:sz w:val="28"/>
          <w:szCs w:val="28"/>
        </w:rPr>
        <w:t xml:space="preserve"> первой в алфавите … (не</w:t>
      </w:r>
      <w:proofErr w:type="gramStart"/>
      <w:r w:rsidR="0088479D">
        <w:rPr>
          <w:bCs/>
          <w:sz w:val="28"/>
          <w:szCs w:val="28"/>
        </w:rPr>
        <w:t xml:space="preserve"> О</w:t>
      </w:r>
      <w:proofErr w:type="gramEnd"/>
      <w:r w:rsidR="0088479D">
        <w:rPr>
          <w:bCs/>
          <w:sz w:val="28"/>
          <w:szCs w:val="28"/>
        </w:rPr>
        <w:t>, а А)</w:t>
      </w:r>
    </w:p>
    <w:p w:rsidR="0088479D" w:rsidRPr="0088479D" w:rsidRDefault="0088479D" w:rsidP="0088479D">
      <w:pPr>
        <w:spacing w:line="360" w:lineRule="auto"/>
        <w:ind w:firstLine="709"/>
        <w:rPr>
          <w:sz w:val="28"/>
          <w:szCs w:val="28"/>
        </w:rPr>
      </w:pPr>
      <w:r w:rsidRPr="009E4861">
        <w:rPr>
          <w:bCs/>
          <w:sz w:val="28"/>
          <w:szCs w:val="28"/>
        </w:rPr>
        <w:t>• Кусок от бублика я съел, и получилась буква … (не Л, а С)</w:t>
      </w:r>
    </w:p>
    <w:p w:rsidR="0088479D" w:rsidRPr="00DC0DB6" w:rsidRDefault="00532322" w:rsidP="00DC0DB6">
      <w:pPr>
        <w:spacing w:line="360" w:lineRule="auto"/>
        <w:ind w:left="709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• Круглой формы голова, той же формы буква … (не А, а О)</w:t>
      </w:r>
      <w:r w:rsidRPr="009E4861">
        <w:rPr>
          <w:bCs/>
          <w:sz w:val="28"/>
          <w:szCs w:val="28"/>
        </w:rPr>
        <w:br/>
        <w:t>• Слово вкусное УХА - начинает буква … (не Х, а У)</w:t>
      </w:r>
      <w:r w:rsidRPr="009E4861">
        <w:rPr>
          <w:bCs/>
          <w:sz w:val="28"/>
          <w:szCs w:val="28"/>
        </w:rPr>
        <w:br/>
        <w:t>• Буква первая, друзья, в алфавите - это … (не Я, а А)</w:t>
      </w:r>
      <w:r w:rsidRPr="009E4861">
        <w:rPr>
          <w:bCs/>
          <w:sz w:val="28"/>
          <w:szCs w:val="28"/>
        </w:rPr>
        <w:br/>
        <w:t xml:space="preserve">• Алфавитную семью возглавляет буква … (не </w:t>
      </w:r>
      <w:proofErr w:type="gramStart"/>
      <w:r w:rsidRPr="009E4861">
        <w:rPr>
          <w:bCs/>
          <w:sz w:val="28"/>
          <w:szCs w:val="28"/>
        </w:rPr>
        <w:t>Ю</w:t>
      </w:r>
      <w:proofErr w:type="gramEnd"/>
      <w:r w:rsidRPr="009E4861">
        <w:rPr>
          <w:bCs/>
          <w:sz w:val="28"/>
          <w:szCs w:val="28"/>
        </w:rPr>
        <w:t>, а А)</w:t>
      </w:r>
      <w:r w:rsidRPr="009E4861">
        <w:rPr>
          <w:bCs/>
          <w:sz w:val="28"/>
          <w:szCs w:val="28"/>
        </w:rPr>
        <w:br/>
        <w:t>• Дальше всех, совсем в конце,</w:t>
      </w:r>
      <w:r>
        <w:rPr>
          <w:bCs/>
          <w:sz w:val="28"/>
          <w:szCs w:val="28"/>
        </w:rPr>
        <w:t xml:space="preserve"> в алфавите буква … (не Ц, а Я)</w:t>
      </w:r>
    </w:p>
    <w:p w:rsidR="0088479D" w:rsidRPr="0088479D" w:rsidRDefault="0088479D" w:rsidP="0088479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i/>
          <w:sz w:val="28"/>
          <w:szCs w:val="28"/>
        </w:rPr>
        <w:lastRenderedPageBreak/>
        <w:t xml:space="preserve">Клоун А. </w:t>
      </w:r>
      <w:r>
        <w:rPr>
          <w:b w:val="0"/>
          <w:sz w:val="28"/>
          <w:szCs w:val="28"/>
        </w:rPr>
        <w:t xml:space="preserve">Какие </w:t>
      </w:r>
      <w:r w:rsidR="00970F62">
        <w:rPr>
          <w:b w:val="0"/>
          <w:sz w:val="28"/>
          <w:szCs w:val="28"/>
        </w:rPr>
        <w:t>внимательные дети! М</w:t>
      </w:r>
      <w:r>
        <w:rPr>
          <w:b w:val="0"/>
          <w:sz w:val="28"/>
          <w:szCs w:val="28"/>
        </w:rPr>
        <w:t xml:space="preserve">олодцы! </w:t>
      </w:r>
    </w:p>
    <w:p w:rsidR="0053372B" w:rsidRDefault="0053372B" w:rsidP="0053372B">
      <w:pPr>
        <w:spacing w:line="360" w:lineRule="auto"/>
        <w:ind w:firstLine="709"/>
        <w:jc w:val="both"/>
        <w:rPr>
          <w:sz w:val="28"/>
          <w:szCs w:val="28"/>
        </w:rPr>
      </w:pPr>
      <w:r w:rsidRPr="001549B3">
        <w:rPr>
          <w:i/>
          <w:sz w:val="28"/>
          <w:szCs w:val="28"/>
        </w:rPr>
        <w:t>Логопед.</w:t>
      </w:r>
      <w:r>
        <w:rPr>
          <w:i/>
          <w:sz w:val="28"/>
          <w:szCs w:val="28"/>
        </w:rPr>
        <w:t xml:space="preserve"> </w:t>
      </w:r>
      <w:r w:rsidR="002E0BAE">
        <w:rPr>
          <w:sz w:val="28"/>
          <w:szCs w:val="28"/>
        </w:rPr>
        <w:t>Да,</w:t>
      </w:r>
      <w:r>
        <w:rPr>
          <w:sz w:val="28"/>
          <w:szCs w:val="28"/>
        </w:rPr>
        <w:t xml:space="preserve"> наши дети учат и знают буквы. Они вам сейчас об этом расскажут.</w:t>
      </w:r>
    </w:p>
    <w:p w:rsidR="0053372B" w:rsidRDefault="0053372B" w:rsidP="0053372B">
      <w:pPr>
        <w:spacing w:line="360" w:lineRule="auto"/>
        <w:ind w:firstLine="709"/>
        <w:jc w:val="both"/>
        <w:rPr>
          <w:bCs/>
          <w:sz w:val="16"/>
          <w:szCs w:val="16"/>
        </w:rPr>
      </w:pPr>
      <w:r>
        <w:rPr>
          <w:i/>
          <w:sz w:val="28"/>
          <w:szCs w:val="28"/>
        </w:rPr>
        <w:t>Клоун Б.</w:t>
      </w:r>
      <w:r>
        <w:rPr>
          <w:sz w:val="28"/>
          <w:szCs w:val="28"/>
        </w:rPr>
        <w:t xml:space="preserve"> Ну-ка, ну-ка, интерес</w:t>
      </w:r>
      <w:r w:rsidR="00700043">
        <w:rPr>
          <w:sz w:val="28"/>
          <w:szCs w:val="28"/>
        </w:rPr>
        <w:t>но!</w:t>
      </w:r>
      <w:r>
        <w:rPr>
          <w:sz w:val="28"/>
          <w:szCs w:val="28"/>
        </w:rPr>
        <w:t xml:space="preserve"> Давайте послушаем</w:t>
      </w:r>
      <w:r w:rsidR="00700043">
        <w:rPr>
          <w:sz w:val="28"/>
          <w:szCs w:val="28"/>
        </w:rPr>
        <w:t>!</w:t>
      </w:r>
    </w:p>
    <w:p w:rsidR="0053372B" w:rsidRDefault="0053372B" w:rsidP="0053372B">
      <w:pPr>
        <w:rPr>
          <w:sz w:val="16"/>
          <w:szCs w:val="16"/>
        </w:rPr>
      </w:pPr>
    </w:p>
    <w:p w:rsidR="0053372B" w:rsidRPr="00DD2804" w:rsidRDefault="0053372B" w:rsidP="0053372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Ребенок 1.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Я бросила кукол, играть не хочу.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Мне некогда очень, я буквы учу.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Из них я сама составляю слова.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Теперь, как большая читаю сама.</w:t>
      </w:r>
    </w:p>
    <w:p w:rsidR="0053372B" w:rsidRPr="00DD2804" w:rsidRDefault="0053372B" w:rsidP="0053372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Ребенок 2.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Я уже все буквы знаю,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Даже вывески читаю и названия газет!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И бумажки от конфет.</w:t>
      </w:r>
    </w:p>
    <w:p w:rsidR="0053372B" w:rsidRPr="00FB1D5A" w:rsidRDefault="0053372B" w:rsidP="0053372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И по книжке раскладушке</w:t>
      </w:r>
    </w:p>
    <w:p w:rsidR="00700043" w:rsidRDefault="0053372B" w:rsidP="00700043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Я учу</w:t>
      </w:r>
      <w:r w:rsidRPr="00FB1D5A">
        <w:rPr>
          <w:bCs/>
          <w:sz w:val="28"/>
          <w:szCs w:val="28"/>
        </w:rPr>
        <w:t xml:space="preserve"> читать игрушки!</w:t>
      </w:r>
    </w:p>
    <w:p w:rsidR="007D2613" w:rsidRPr="007D2613" w:rsidRDefault="007D2613" w:rsidP="00700043">
      <w:pPr>
        <w:shd w:val="clear" w:color="auto" w:fill="FFFFFF"/>
        <w:spacing w:line="360" w:lineRule="auto"/>
        <w:ind w:firstLine="709"/>
        <w:rPr>
          <w:i/>
          <w:sz w:val="16"/>
          <w:szCs w:val="16"/>
        </w:rPr>
      </w:pPr>
    </w:p>
    <w:p w:rsidR="00700043" w:rsidRDefault="00700043" w:rsidP="00700043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1549B3">
        <w:rPr>
          <w:i/>
          <w:sz w:val="28"/>
          <w:szCs w:val="28"/>
        </w:rPr>
        <w:t>Логопед.</w:t>
      </w:r>
      <w:r>
        <w:rPr>
          <w:sz w:val="28"/>
          <w:szCs w:val="28"/>
        </w:rPr>
        <w:t xml:space="preserve"> Наши дети не только знают буквы, но и могут рассказать</w:t>
      </w:r>
      <w:r w:rsidRPr="00321DC4">
        <w:rPr>
          <w:sz w:val="28"/>
          <w:szCs w:val="28"/>
        </w:rPr>
        <w:t xml:space="preserve">, как </w:t>
      </w:r>
      <w:r>
        <w:rPr>
          <w:sz w:val="28"/>
          <w:szCs w:val="28"/>
        </w:rPr>
        <w:t>они появились.</w:t>
      </w:r>
    </w:p>
    <w:p w:rsidR="00700043" w:rsidRDefault="00700043" w:rsidP="00700043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00043">
        <w:rPr>
          <w:i/>
          <w:sz w:val="28"/>
          <w:szCs w:val="28"/>
        </w:rPr>
        <w:t xml:space="preserve">Клоун И. </w:t>
      </w:r>
      <w:r w:rsidRPr="00700043">
        <w:rPr>
          <w:sz w:val="28"/>
          <w:szCs w:val="28"/>
        </w:rPr>
        <w:t>Ух, ты! На самом деле! Я весь во внимании!</w:t>
      </w:r>
    </w:p>
    <w:p w:rsidR="007D2613" w:rsidRDefault="00700043" w:rsidP="007D2613">
      <w:pPr>
        <w:shd w:val="clear" w:color="auto" w:fill="FFFFFF"/>
        <w:spacing w:line="360" w:lineRule="auto"/>
        <w:ind w:firstLine="709"/>
      </w:pPr>
      <w:r w:rsidRPr="00321DC4">
        <w:t>Монтаж сти</w:t>
      </w:r>
      <w:r>
        <w:t>хотворения «Как появились буквы»</w:t>
      </w:r>
      <w:r w:rsidRPr="00321DC4">
        <w:t>.</w:t>
      </w:r>
      <w:r w:rsidR="00A533AD">
        <w:t xml:space="preserve"> На экране слайд  с изображением букв алфавита.</w:t>
      </w:r>
    </w:p>
    <w:p w:rsidR="007D2613" w:rsidRDefault="00700043" w:rsidP="007D2613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1549B3">
        <w:rPr>
          <w:i/>
          <w:sz w:val="28"/>
          <w:szCs w:val="28"/>
        </w:rPr>
        <w:t xml:space="preserve">Ребенок 1. </w:t>
      </w:r>
    </w:p>
    <w:p w:rsidR="007D2613" w:rsidRDefault="00700043" w:rsidP="007D2613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Палочки, крючочки, закорючки, точки</w:t>
      </w:r>
    </w:p>
    <w:p w:rsidR="007D2613" w:rsidRDefault="00700043" w:rsidP="007D2613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Бегали толпою и поодиночке.</w:t>
      </w:r>
    </w:p>
    <w:p w:rsidR="007D2613" w:rsidRDefault="00700043" w:rsidP="007D2613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Ссорились, мирились, прыгали без дела.</w:t>
      </w:r>
    </w:p>
    <w:p w:rsidR="00DC0DB6" w:rsidRDefault="00700043" w:rsidP="00DC0DB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Наконец, без дела жить им надоело.</w:t>
      </w:r>
    </w:p>
    <w:p w:rsidR="00DC0DB6" w:rsidRDefault="0088479D" w:rsidP="00DC0DB6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1549B3">
        <w:rPr>
          <w:i/>
          <w:sz w:val="28"/>
          <w:szCs w:val="28"/>
        </w:rPr>
        <w:t xml:space="preserve">Ребенок 2. </w:t>
      </w:r>
    </w:p>
    <w:p w:rsidR="00DC0DB6" w:rsidRDefault="0088479D" w:rsidP="00DC0DB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И сказал им кто-то</w:t>
      </w:r>
    </w:p>
    <w:p w:rsidR="00DC0DB6" w:rsidRDefault="0088479D" w:rsidP="00DC0DB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Умный и серьезный:</w:t>
      </w:r>
    </w:p>
    <w:p w:rsidR="00DC0DB6" w:rsidRDefault="0088479D" w:rsidP="00DC0DB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Взяться за работу</w:t>
      </w:r>
    </w:p>
    <w:p w:rsidR="00DC0DB6" w:rsidRDefault="0088479D" w:rsidP="00DC0DB6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E1F0C">
        <w:rPr>
          <w:sz w:val="28"/>
          <w:szCs w:val="28"/>
        </w:rPr>
        <w:t>Никогда не поздно.</w:t>
      </w:r>
    </w:p>
    <w:p w:rsidR="0088479D" w:rsidRPr="00DC0DB6" w:rsidRDefault="0088479D" w:rsidP="00DC0DB6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7E1F0C">
        <w:rPr>
          <w:sz w:val="28"/>
          <w:szCs w:val="28"/>
        </w:rPr>
        <w:lastRenderedPageBreak/>
        <w:t>Слышим мы повсюду</w:t>
      </w:r>
    </w:p>
    <w:p w:rsidR="0088479D" w:rsidRPr="007E1F0C" w:rsidRDefault="0088479D" w:rsidP="0088479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Много разных звуков,</w:t>
      </w:r>
    </w:p>
    <w:p w:rsidR="0088479D" w:rsidRPr="007E1F0C" w:rsidRDefault="0088479D" w:rsidP="0088479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Но для них покуда</w:t>
      </w:r>
    </w:p>
    <w:p w:rsidR="007D2613" w:rsidRPr="002E0BAE" w:rsidRDefault="0088479D" w:rsidP="002E0BAE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Нету знаков – букв.</w:t>
      </w:r>
    </w:p>
    <w:p w:rsidR="00970F62" w:rsidRPr="001549B3" w:rsidRDefault="00970F62" w:rsidP="00970F62">
      <w:pPr>
        <w:pStyle w:val="10"/>
        <w:keepNext/>
        <w:keepLines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1549B3">
        <w:rPr>
          <w:b w:val="0"/>
          <w:i/>
          <w:sz w:val="28"/>
          <w:szCs w:val="28"/>
        </w:rPr>
        <w:t xml:space="preserve">Ребенок 3. </w:t>
      </w:r>
    </w:p>
    <w:p w:rsidR="00970F62" w:rsidRPr="007E1F0C" w:rsidRDefault="00970F62" w:rsidP="00970F62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- Эй, крючки и точки, черточки, кружочки!</w:t>
      </w:r>
    </w:p>
    <w:p w:rsidR="00970F62" w:rsidRPr="007E1F0C" w:rsidRDefault="00970F62" w:rsidP="00970F62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Собирайтесь вместе, становитесь в строчки</w:t>
      </w:r>
    </w:p>
    <w:p w:rsidR="00970F62" w:rsidRPr="007E1F0C" w:rsidRDefault="00970F62" w:rsidP="00970F62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И шагайте слаженно</w:t>
      </w:r>
    </w:p>
    <w:p w:rsidR="0088479D" w:rsidRPr="002E0BAE" w:rsidRDefault="002E0BAE" w:rsidP="002E0BAE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листу бумажному.</w:t>
      </w:r>
    </w:p>
    <w:p w:rsidR="00C229CD" w:rsidRPr="001549B3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1549B3">
        <w:rPr>
          <w:b w:val="0"/>
          <w:i/>
          <w:sz w:val="28"/>
          <w:szCs w:val="28"/>
        </w:rPr>
        <w:t xml:space="preserve">Ребенок 4. </w:t>
      </w:r>
    </w:p>
    <w:p w:rsidR="00C229CD" w:rsidRPr="007E1F0C" w:rsidRDefault="00532322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Черточки </w:t>
      </w:r>
      <w:r w:rsidR="00C229CD" w:rsidRPr="007E1F0C">
        <w:rPr>
          <w:b w:val="0"/>
          <w:sz w:val="28"/>
          <w:szCs w:val="28"/>
        </w:rPr>
        <w:t>послушались,</w:t>
      </w:r>
    </w:p>
    <w:p w:rsidR="00C229CD" w:rsidRPr="007E1F0C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Прекратили драки,</w:t>
      </w:r>
    </w:p>
    <w:p w:rsidR="00C229CD" w:rsidRPr="007E1F0C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Превратились в нужные</w:t>
      </w:r>
    </w:p>
    <w:p w:rsidR="007D2613" w:rsidRPr="002E0BAE" w:rsidRDefault="00C229CD" w:rsidP="002E0BAE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Правильные знаки.</w:t>
      </w:r>
    </w:p>
    <w:p w:rsidR="00C229CD" w:rsidRPr="001549B3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1549B3">
        <w:rPr>
          <w:b w:val="0"/>
          <w:i/>
          <w:sz w:val="28"/>
          <w:szCs w:val="28"/>
        </w:rPr>
        <w:t xml:space="preserve">Ребенок 5. </w:t>
      </w:r>
    </w:p>
    <w:p w:rsidR="00C229CD" w:rsidRPr="007E1F0C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Стали всем понятными</w:t>
      </w:r>
    </w:p>
    <w:p w:rsidR="00C229CD" w:rsidRPr="007E1F0C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Буквами печатными.</w:t>
      </w:r>
    </w:p>
    <w:p w:rsidR="00C229CD" w:rsidRPr="007E1F0C" w:rsidRDefault="00C229CD" w:rsidP="00C229CD">
      <w:pPr>
        <w:pStyle w:val="10"/>
        <w:keepNext/>
        <w:keepLines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И тогда вприпрыжку</w:t>
      </w:r>
    </w:p>
    <w:p w:rsidR="00C229CD" w:rsidRDefault="00C229CD" w:rsidP="00C229C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7E1F0C">
        <w:rPr>
          <w:b w:val="0"/>
          <w:sz w:val="28"/>
          <w:szCs w:val="28"/>
        </w:rPr>
        <w:t>Прибежали в книжку.</w:t>
      </w:r>
    </w:p>
    <w:p w:rsidR="007D2613" w:rsidRPr="002E0BAE" w:rsidRDefault="00C229CD" w:rsidP="002E0BA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         </w:t>
      </w:r>
      <w:r>
        <w:rPr>
          <w:b w:val="0"/>
          <w:i/>
          <w:sz w:val="28"/>
          <w:szCs w:val="28"/>
        </w:rPr>
        <w:t>(В. Измайлов)</w:t>
      </w:r>
    </w:p>
    <w:p w:rsidR="0053372B" w:rsidRDefault="000844FF" w:rsidP="00C229C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549B3">
        <w:rPr>
          <w:bCs/>
          <w:i/>
          <w:sz w:val="28"/>
          <w:szCs w:val="28"/>
        </w:rPr>
        <w:t>Клоун А.</w:t>
      </w:r>
      <w:r>
        <w:rPr>
          <w:bCs/>
          <w:sz w:val="28"/>
          <w:szCs w:val="28"/>
        </w:rPr>
        <w:t xml:space="preserve"> </w:t>
      </w:r>
    </w:p>
    <w:p w:rsidR="0053372B" w:rsidRDefault="0053372B" w:rsidP="00C229C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вы всё про буквы знаете, </w:t>
      </w:r>
    </w:p>
    <w:p w:rsidR="0053372B" w:rsidRDefault="0053372B" w:rsidP="00C229C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 вместе с нами поиграете! </w:t>
      </w:r>
    </w:p>
    <w:p w:rsidR="00970F62" w:rsidRDefault="000844FF" w:rsidP="00C229CD">
      <w:pPr>
        <w:spacing w:line="360" w:lineRule="auto"/>
        <w:ind w:firstLine="709"/>
        <w:jc w:val="both"/>
        <w:rPr>
          <w:bCs/>
        </w:rPr>
      </w:pPr>
      <w:r>
        <w:rPr>
          <w:bCs/>
          <w:sz w:val="28"/>
          <w:szCs w:val="28"/>
        </w:rPr>
        <w:t>Встаньте те ребята, в имени которых есть эта буква (</w:t>
      </w:r>
      <w:r>
        <w:rPr>
          <w:bCs/>
        </w:rPr>
        <w:t>показывает на экран</w:t>
      </w:r>
      <w:r w:rsidRPr="000844FF">
        <w:rPr>
          <w:bCs/>
        </w:rPr>
        <w:t xml:space="preserve">).  </w:t>
      </w:r>
    </w:p>
    <w:p w:rsidR="00C229CD" w:rsidRDefault="00C229CD" w:rsidP="00C229CD">
      <w:pPr>
        <w:spacing w:line="360" w:lineRule="auto"/>
        <w:ind w:firstLine="709"/>
        <w:jc w:val="both"/>
        <w:rPr>
          <w:bCs/>
        </w:rPr>
      </w:pPr>
      <w:r w:rsidRPr="000844FF">
        <w:rPr>
          <w:bCs/>
        </w:rPr>
        <w:t>Встают ребята, в именах которых есть названные</w:t>
      </w:r>
      <w:r w:rsidR="00D71381">
        <w:rPr>
          <w:bCs/>
        </w:rPr>
        <w:t xml:space="preserve"> буквы: М, Т, О</w:t>
      </w:r>
      <w:r w:rsidR="000844FF" w:rsidRPr="000844FF">
        <w:rPr>
          <w:bCs/>
        </w:rPr>
        <w:t xml:space="preserve">, Л, </w:t>
      </w:r>
      <w:proofErr w:type="gramStart"/>
      <w:r w:rsidR="000844FF">
        <w:rPr>
          <w:bCs/>
        </w:rPr>
        <w:t>С</w:t>
      </w:r>
      <w:proofErr w:type="gramEnd"/>
      <w:r w:rsidR="000844FF">
        <w:rPr>
          <w:bCs/>
        </w:rPr>
        <w:t xml:space="preserve">, А и </w:t>
      </w:r>
      <w:proofErr w:type="gramStart"/>
      <w:r w:rsidR="000844FF">
        <w:rPr>
          <w:bCs/>
        </w:rPr>
        <w:t>называют</w:t>
      </w:r>
      <w:proofErr w:type="gramEnd"/>
      <w:r w:rsidR="000844FF">
        <w:rPr>
          <w:bCs/>
        </w:rPr>
        <w:t xml:space="preserve"> свои имена.</w:t>
      </w:r>
    </w:p>
    <w:p w:rsidR="00532322" w:rsidRDefault="000844FF" w:rsidP="005323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B3DCF">
        <w:rPr>
          <w:bCs/>
          <w:i/>
          <w:sz w:val="28"/>
          <w:szCs w:val="28"/>
        </w:rPr>
        <w:t>Клоун Б.</w:t>
      </w:r>
      <w:r w:rsidR="00D647D4">
        <w:rPr>
          <w:bCs/>
          <w:sz w:val="28"/>
          <w:szCs w:val="28"/>
        </w:rPr>
        <w:t xml:space="preserve"> Ух, ты, молодцы! Сколько красивых и разных имен я услышал.</w:t>
      </w:r>
    </w:p>
    <w:p w:rsidR="00D647D4" w:rsidRPr="00D647D4" w:rsidRDefault="00D647D4" w:rsidP="00532322">
      <w:pPr>
        <w:shd w:val="clear" w:color="auto" w:fill="FFFFFF"/>
        <w:spacing w:line="360" w:lineRule="auto"/>
        <w:ind w:firstLine="709"/>
        <w:rPr>
          <w:bCs/>
        </w:rPr>
      </w:pPr>
      <w:r>
        <w:rPr>
          <w:bCs/>
        </w:rPr>
        <w:t>Входит Почтальон.</w:t>
      </w:r>
    </w:p>
    <w:p w:rsidR="00D647D4" w:rsidRPr="00D71381" w:rsidRDefault="00D647D4" w:rsidP="00D647D4">
      <w:pPr>
        <w:shd w:val="clear" w:color="auto" w:fill="FFFFFF"/>
        <w:spacing w:line="360" w:lineRule="auto"/>
        <w:ind w:firstLine="709"/>
        <w:rPr>
          <w:bCs/>
          <w:i/>
          <w:sz w:val="28"/>
          <w:szCs w:val="28"/>
        </w:rPr>
      </w:pPr>
      <w:r w:rsidRPr="00D71381">
        <w:rPr>
          <w:bCs/>
          <w:i/>
          <w:sz w:val="28"/>
          <w:szCs w:val="28"/>
        </w:rPr>
        <w:t xml:space="preserve">Почтальон. </w:t>
      </w:r>
    </w:p>
    <w:p w:rsidR="00D647D4" w:rsidRPr="00FB1D5A" w:rsidRDefault="00D647D4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 xml:space="preserve">Получите телеграмму! </w:t>
      </w:r>
      <w:r>
        <w:rPr>
          <w:bCs/>
          <w:sz w:val="28"/>
          <w:szCs w:val="28"/>
        </w:rPr>
        <w:t>О</w:t>
      </w:r>
      <w:r w:rsidRPr="00FB1D5A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очень срочная</w:t>
      </w:r>
      <w:r w:rsidRPr="00FB1D5A">
        <w:rPr>
          <w:bCs/>
          <w:sz w:val="28"/>
          <w:szCs w:val="28"/>
        </w:rPr>
        <w:t>!</w:t>
      </w:r>
    </w:p>
    <w:p w:rsidR="00D647D4" w:rsidRPr="00D71381" w:rsidRDefault="00D647D4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D71381">
        <w:rPr>
          <w:bCs/>
          <w:i/>
          <w:sz w:val="28"/>
          <w:szCs w:val="28"/>
        </w:rPr>
        <w:t xml:space="preserve">Логопед. </w:t>
      </w:r>
    </w:p>
    <w:p w:rsidR="00D71381" w:rsidRDefault="00D71381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 </w:t>
      </w:r>
      <w:proofErr w:type="spellStart"/>
      <w:r>
        <w:rPr>
          <w:bCs/>
          <w:sz w:val="28"/>
          <w:szCs w:val="28"/>
        </w:rPr>
        <w:t>АБВГДейке</w:t>
      </w:r>
      <w:proofErr w:type="spellEnd"/>
      <w:r>
        <w:rPr>
          <w:bCs/>
          <w:sz w:val="28"/>
          <w:szCs w:val="28"/>
        </w:rPr>
        <w:t xml:space="preserve"> случился скандал</w:t>
      </w:r>
    </w:p>
    <w:p w:rsidR="00D647D4" w:rsidRPr="00FB1D5A" w:rsidRDefault="00D71381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Злой</w:t>
      </w:r>
      <w:r w:rsidR="00D647D4" w:rsidRPr="00FB1D5A">
        <w:rPr>
          <w:bCs/>
          <w:sz w:val="28"/>
          <w:szCs w:val="28"/>
        </w:rPr>
        <w:t xml:space="preserve"> Буквоед</w:t>
      </w:r>
      <w:r>
        <w:rPr>
          <w:bCs/>
          <w:sz w:val="28"/>
          <w:szCs w:val="28"/>
        </w:rPr>
        <w:t xml:space="preserve"> все буквы украл.</w:t>
      </w:r>
    </w:p>
    <w:p w:rsidR="00E5665E" w:rsidRDefault="00E5665E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Чтобы нам вновь алфавит обрести</w:t>
      </w:r>
    </w:p>
    <w:p w:rsidR="00D71381" w:rsidRDefault="00E5665E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Срочно должны мы все </w:t>
      </w:r>
      <w:r w:rsidR="00D71381">
        <w:rPr>
          <w:bCs/>
          <w:sz w:val="28"/>
          <w:szCs w:val="28"/>
        </w:rPr>
        <w:t>буквы спасти.</w:t>
      </w:r>
    </w:p>
    <w:p w:rsidR="00D647D4" w:rsidRPr="00E5665E" w:rsidRDefault="00D647D4" w:rsidP="00D647D4">
      <w:pPr>
        <w:shd w:val="clear" w:color="auto" w:fill="FFFFFF"/>
        <w:spacing w:line="360" w:lineRule="auto"/>
        <w:ind w:firstLine="709"/>
        <w:rPr>
          <w:bCs/>
          <w:i/>
          <w:sz w:val="28"/>
          <w:szCs w:val="28"/>
        </w:rPr>
      </w:pPr>
      <w:r w:rsidRPr="00E5665E">
        <w:rPr>
          <w:bCs/>
          <w:i/>
          <w:sz w:val="28"/>
          <w:szCs w:val="28"/>
        </w:rPr>
        <w:t xml:space="preserve">Клоун А. </w:t>
      </w:r>
    </w:p>
    <w:p w:rsidR="00D647D4" w:rsidRPr="00FB1D5A" w:rsidRDefault="00D647D4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Может, лучше убежим?</w:t>
      </w:r>
    </w:p>
    <w:p w:rsidR="00D647D4" w:rsidRPr="00FB1D5A" w:rsidRDefault="00D647D4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Нам не справиться одним!</w:t>
      </w:r>
    </w:p>
    <w:p w:rsidR="00D647D4" w:rsidRPr="00E5665E" w:rsidRDefault="00D647D4" w:rsidP="00D647D4">
      <w:pPr>
        <w:shd w:val="clear" w:color="auto" w:fill="FFFFFF"/>
        <w:spacing w:line="360" w:lineRule="auto"/>
        <w:ind w:firstLine="709"/>
        <w:rPr>
          <w:bCs/>
          <w:i/>
          <w:sz w:val="28"/>
          <w:szCs w:val="28"/>
        </w:rPr>
      </w:pPr>
      <w:r w:rsidRPr="00E5665E">
        <w:rPr>
          <w:bCs/>
          <w:i/>
          <w:sz w:val="28"/>
          <w:szCs w:val="28"/>
        </w:rPr>
        <w:t xml:space="preserve">Клоун Б. </w:t>
      </w:r>
    </w:p>
    <w:p w:rsidR="00D647D4" w:rsidRPr="00FB1D5A" w:rsidRDefault="00E5665E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От страха я совсем без сил</w:t>
      </w:r>
      <w:r w:rsidR="00D647D4" w:rsidRPr="00FB1D5A">
        <w:rPr>
          <w:bCs/>
          <w:sz w:val="28"/>
          <w:szCs w:val="28"/>
        </w:rPr>
        <w:t>!</w:t>
      </w:r>
    </w:p>
    <w:p w:rsidR="0013295E" w:rsidRDefault="00D647D4" w:rsidP="00D647D4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Как же нам бороться с ним?</w:t>
      </w:r>
    </w:p>
    <w:p w:rsidR="0013295E" w:rsidRDefault="0013295E" w:rsidP="00E97833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E5665E">
        <w:rPr>
          <w:bCs/>
          <w:i/>
          <w:sz w:val="28"/>
          <w:szCs w:val="28"/>
        </w:rPr>
        <w:t>Логопед</w:t>
      </w:r>
      <w:r>
        <w:rPr>
          <w:bCs/>
          <w:sz w:val="28"/>
          <w:szCs w:val="28"/>
        </w:rPr>
        <w:t>.</w:t>
      </w:r>
      <w:r w:rsidR="00E97833" w:rsidRPr="00E97833">
        <w:rPr>
          <w:sz w:val="28"/>
          <w:szCs w:val="28"/>
        </w:rPr>
        <w:t xml:space="preserve"> </w:t>
      </w:r>
      <w:r w:rsidR="00E97833">
        <w:rPr>
          <w:sz w:val="28"/>
          <w:szCs w:val="28"/>
        </w:rPr>
        <w:t xml:space="preserve">Не переживайте, посмотрите сколько у вас помощников, они справятся с Буквоедом и </w:t>
      </w:r>
      <w:r w:rsidR="00970F62">
        <w:rPr>
          <w:sz w:val="28"/>
          <w:szCs w:val="28"/>
        </w:rPr>
        <w:t>помогут спасти</w:t>
      </w:r>
      <w:r w:rsidR="00E97833">
        <w:rPr>
          <w:sz w:val="28"/>
          <w:szCs w:val="28"/>
        </w:rPr>
        <w:t xml:space="preserve"> буквы. </w:t>
      </w:r>
    </w:p>
    <w:p w:rsidR="0013295E" w:rsidRDefault="0013295E" w:rsidP="0013295E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Друзей нельзя в беде бросать, </w:t>
      </w:r>
    </w:p>
    <w:p w:rsidR="0013295E" w:rsidRDefault="0013295E" w:rsidP="0013295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Их нужно срочно </w:t>
      </w:r>
      <w:r w:rsidRPr="001F58D2">
        <w:rPr>
          <w:sz w:val="28"/>
          <w:szCs w:val="28"/>
        </w:rPr>
        <w:t>выручать.</w:t>
      </w:r>
    </w:p>
    <w:p w:rsidR="00F4494C" w:rsidRDefault="00E97833" w:rsidP="00F4494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Правда, ребята?</w:t>
      </w:r>
    </w:p>
    <w:p w:rsidR="0013295E" w:rsidRDefault="0013295E" w:rsidP="00F4494C">
      <w:pPr>
        <w:spacing w:line="360" w:lineRule="auto"/>
        <w:ind w:firstLine="709"/>
      </w:pPr>
      <w:r w:rsidRPr="00321DC4">
        <w:t>Звучит громкая музыка и в зал входит Буквоед. Клоуны в испуге разбегаются в разные стороны.</w:t>
      </w:r>
    </w:p>
    <w:p w:rsidR="00F4494C" w:rsidRPr="00E5665E" w:rsidRDefault="00F4494C" w:rsidP="00F4494C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E5665E">
        <w:rPr>
          <w:b w:val="0"/>
          <w:i/>
          <w:sz w:val="28"/>
          <w:szCs w:val="28"/>
        </w:rPr>
        <w:t>Буквоед.</w:t>
      </w:r>
    </w:p>
    <w:p w:rsidR="00F4494C" w:rsidRPr="00321DC4" w:rsidRDefault="00F4494C" w:rsidP="00F4494C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Я ужасный Буквоед</w:t>
      </w:r>
    </w:p>
    <w:p w:rsidR="00F4494C" w:rsidRPr="00321DC4" w:rsidRDefault="00F4494C" w:rsidP="00F4494C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Ем я буквы на обед.</w:t>
      </w:r>
    </w:p>
    <w:p w:rsidR="00F4494C" w:rsidRPr="00321DC4" w:rsidRDefault="00F4494C" w:rsidP="00F4494C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Палочки, крючочки,</w:t>
      </w:r>
    </w:p>
    <w:p w:rsidR="00F4494C" w:rsidRPr="00DC0DB6" w:rsidRDefault="00F4494C" w:rsidP="00DC0DB6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Круглые бочечки.</w:t>
      </w:r>
    </w:p>
    <w:p w:rsidR="00F4494C" w:rsidRDefault="00F4494C" w:rsidP="00F4494C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Всех их обожаю</w:t>
      </w:r>
    </w:p>
    <w:p w:rsidR="0013295E" w:rsidRPr="00321DC4" w:rsidRDefault="00DD2804" w:rsidP="0013295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книжк</w:t>
      </w:r>
      <w:r w:rsidR="0013295E" w:rsidRPr="00321DC4">
        <w:rPr>
          <w:b w:val="0"/>
          <w:sz w:val="28"/>
          <w:szCs w:val="28"/>
        </w:rPr>
        <w:t>и залезаю.</w:t>
      </w:r>
    </w:p>
    <w:p w:rsidR="0013295E" w:rsidRPr="00321DC4" w:rsidRDefault="0013295E" w:rsidP="0013295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Порчу школьные тетрадки.</w:t>
      </w:r>
    </w:p>
    <w:p w:rsidR="0013295E" w:rsidRPr="00321DC4" w:rsidRDefault="0013295E" w:rsidP="0013295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21DC4">
        <w:rPr>
          <w:b w:val="0"/>
          <w:sz w:val="28"/>
          <w:szCs w:val="28"/>
        </w:rPr>
        <w:t>Вредные мои повадки</w:t>
      </w:r>
      <w:r>
        <w:rPr>
          <w:b w:val="0"/>
          <w:sz w:val="28"/>
          <w:szCs w:val="28"/>
        </w:rPr>
        <w:t>…</w:t>
      </w:r>
    </w:p>
    <w:p w:rsidR="0013295E" w:rsidRPr="00FB1D5A" w:rsidRDefault="0013295E" w:rsidP="0013295E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Готов сейчас я слово дать:</w:t>
      </w:r>
    </w:p>
    <w:p w:rsidR="0013295E" w:rsidRPr="00E97833" w:rsidRDefault="0013295E" w:rsidP="00E97833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Букв вам ваших не видать!</w:t>
      </w:r>
    </w:p>
    <w:p w:rsidR="00532322" w:rsidRPr="00F4494C" w:rsidRDefault="00532322" w:rsidP="00E97833">
      <w:pPr>
        <w:spacing w:line="360" w:lineRule="auto"/>
        <w:ind w:firstLine="709"/>
        <w:rPr>
          <w:sz w:val="16"/>
          <w:szCs w:val="16"/>
        </w:rPr>
      </w:pPr>
    </w:p>
    <w:p w:rsidR="00970F62" w:rsidRDefault="00532322" w:rsidP="00970F62">
      <w:pPr>
        <w:spacing w:line="360" w:lineRule="auto"/>
        <w:ind w:firstLine="709"/>
        <w:rPr>
          <w:sz w:val="28"/>
          <w:szCs w:val="28"/>
        </w:rPr>
      </w:pPr>
      <w:r w:rsidRPr="00970F62">
        <w:rPr>
          <w:bCs/>
          <w:i/>
          <w:sz w:val="28"/>
          <w:szCs w:val="28"/>
        </w:rPr>
        <w:t>Буквоед</w:t>
      </w:r>
      <w:r w:rsidR="00970F62">
        <w:rPr>
          <w:i/>
          <w:sz w:val="28"/>
          <w:szCs w:val="28"/>
        </w:rPr>
        <w:t xml:space="preserve">. </w:t>
      </w:r>
      <w:r w:rsidRPr="001F58D2">
        <w:rPr>
          <w:sz w:val="28"/>
          <w:szCs w:val="28"/>
        </w:rPr>
        <w:t>Зачем читать, зачем писать? Всё это ерунда – учиться,</w:t>
      </w:r>
      <w:r w:rsidR="00970F62">
        <w:rPr>
          <w:sz w:val="28"/>
          <w:szCs w:val="28"/>
        </w:rPr>
        <w:t xml:space="preserve"> это не интересно. Вот мне лень, заниматься. </w:t>
      </w:r>
      <w:r w:rsidRPr="001F58D2">
        <w:rPr>
          <w:sz w:val="28"/>
          <w:szCs w:val="28"/>
        </w:rPr>
        <w:t xml:space="preserve">А кому ещё лень? </w:t>
      </w:r>
    </w:p>
    <w:p w:rsidR="00DC0DB6" w:rsidRDefault="00DC0DB6" w:rsidP="00970F62">
      <w:pPr>
        <w:spacing w:line="360" w:lineRule="auto"/>
        <w:ind w:firstLine="709"/>
        <w:rPr>
          <w:sz w:val="28"/>
          <w:szCs w:val="28"/>
        </w:rPr>
      </w:pPr>
    </w:p>
    <w:p w:rsidR="00970F62" w:rsidRDefault="00532322" w:rsidP="00970F62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Я </w:t>
      </w:r>
      <w:proofErr w:type="gramStart"/>
      <w:r w:rsidRPr="001F58D2">
        <w:rPr>
          <w:sz w:val="28"/>
          <w:szCs w:val="28"/>
        </w:rPr>
        <w:t>лентяев</w:t>
      </w:r>
      <w:proofErr w:type="gramEnd"/>
      <w:r w:rsidRPr="001F58D2">
        <w:rPr>
          <w:sz w:val="28"/>
          <w:szCs w:val="28"/>
        </w:rPr>
        <w:t xml:space="preserve"> люблю, </w:t>
      </w:r>
    </w:p>
    <w:p w:rsidR="00970F62" w:rsidRDefault="00A533AD" w:rsidP="00970F6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</w:t>
      </w:r>
      <w:r w:rsidR="00532322" w:rsidRPr="001F58D2">
        <w:rPr>
          <w:sz w:val="28"/>
          <w:szCs w:val="28"/>
        </w:rPr>
        <w:t xml:space="preserve"> их </w:t>
      </w:r>
      <w:r w:rsidR="00532322" w:rsidRPr="00532322">
        <w:rPr>
          <w:bCs/>
          <w:sz w:val="28"/>
          <w:szCs w:val="28"/>
        </w:rPr>
        <w:t>буквами кормлю</w:t>
      </w:r>
      <w:r w:rsidR="00532322" w:rsidRPr="00532322">
        <w:rPr>
          <w:sz w:val="28"/>
          <w:szCs w:val="28"/>
        </w:rPr>
        <w:t>.</w:t>
      </w:r>
      <w:r w:rsidR="00532322" w:rsidRPr="001F58D2">
        <w:rPr>
          <w:sz w:val="28"/>
          <w:szCs w:val="28"/>
        </w:rPr>
        <w:t xml:space="preserve"> </w:t>
      </w:r>
    </w:p>
    <w:p w:rsidR="00532322" w:rsidRDefault="00532322" w:rsidP="00970F62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Ты лентяй? </w:t>
      </w:r>
      <w:r w:rsidRPr="00970F62">
        <w:rPr>
          <w:iCs/>
        </w:rPr>
        <w:t>(Обходит детей, спрашивает их.)</w:t>
      </w:r>
      <w:r w:rsidRPr="001F58D2">
        <w:rPr>
          <w:sz w:val="28"/>
          <w:szCs w:val="28"/>
        </w:rPr>
        <w:t xml:space="preserve"> А ты?</w:t>
      </w:r>
      <w:r w:rsidR="00970F62">
        <w:rPr>
          <w:sz w:val="28"/>
          <w:szCs w:val="28"/>
        </w:rPr>
        <w:t xml:space="preserve"> А вы?</w:t>
      </w:r>
      <w:r w:rsidRPr="001F58D2">
        <w:rPr>
          <w:sz w:val="28"/>
          <w:szCs w:val="28"/>
        </w:rPr>
        <w:t xml:space="preserve"> </w:t>
      </w:r>
      <w:r w:rsidR="00970F62" w:rsidRPr="00970F62">
        <w:t>(Подходит к клоунам, спрашивает</w:t>
      </w:r>
      <w:r w:rsidR="00970F62">
        <w:t xml:space="preserve"> их</w:t>
      </w:r>
      <w:r w:rsidR="00970F62" w:rsidRPr="00970F62">
        <w:t>).</w:t>
      </w:r>
      <w:r w:rsidR="00970F62">
        <w:rPr>
          <w:sz w:val="28"/>
          <w:szCs w:val="28"/>
        </w:rPr>
        <w:t xml:space="preserve"> </w:t>
      </w:r>
      <w:r w:rsidRPr="001F58D2">
        <w:rPr>
          <w:sz w:val="28"/>
          <w:szCs w:val="28"/>
        </w:rPr>
        <w:t xml:space="preserve">Как же так, никто не хочет лениться? </w:t>
      </w:r>
      <w:r w:rsidR="00970F62">
        <w:rPr>
          <w:sz w:val="28"/>
          <w:szCs w:val="28"/>
        </w:rPr>
        <w:t>Тогда я с вами поиграю.</w:t>
      </w:r>
    </w:p>
    <w:p w:rsidR="00E97833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Я немного пошалил, </w:t>
      </w:r>
    </w:p>
    <w:p w:rsidR="00E97833" w:rsidRDefault="00A533AD" w:rsidP="00E97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E97833" w:rsidRPr="001F58D2">
        <w:rPr>
          <w:sz w:val="28"/>
          <w:szCs w:val="28"/>
        </w:rPr>
        <w:t xml:space="preserve"> словах </w:t>
      </w:r>
      <w:r w:rsidR="00E97833" w:rsidRPr="00E5665E">
        <w:rPr>
          <w:bCs/>
          <w:sz w:val="28"/>
          <w:szCs w:val="28"/>
        </w:rPr>
        <w:t>буквы заменил</w:t>
      </w:r>
      <w:r w:rsidR="00E97833" w:rsidRPr="00E5665E">
        <w:rPr>
          <w:sz w:val="28"/>
          <w:szCs w:val="28"/>
        </w:rPr>
        <w:t>.</w:t>
      </w:r>
      <w:r w:rsidR="00E97833" w:rsidRPr="001F58D2">
        <w:rPr>
          <w:sz w:val="28"/>
          <w:szCs w:val="28"/>
        </w:rPr>
        <w:t xml:space="preserve"> </w:t>
      </w:r>
    </w:p>
    <w:p w:rsidR="00E97833" w:rsidRDefault="00E97833" w:rsidP="00E97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Ну-ка, буквы</w:t>
      </w:r>
      <w:proofErr w:type="gramStart"/>
      <w:r>
        <w:rPr>
          <w:sz w:val="28"/>
          <w:szCs w:val="28"/>
        </w:rPr>
        <w:t xml:space="preserve"> </w:t>
      </w:r>
      <w:r w:rsidR="00B44EEB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, И, А,</w:t>
      </w:r>
    </w:p>
    <w:p w:rsidR="00E97833" w:rsidRDefault="00E97833" w:rsidP="00E97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Разгадай мои слова.</w:t>
      </w:r>
    </w:p>
    <w:p w:rsidR="00E5665E" w:rsidRPr="00E5665E" w:rsidRDefault="00E5665E" w:rsidP="00E97833">
      <w:pPr>
        <w:spacing w:line="360" w:lineRule="auto"/>
        <w:ind w:firstLine="709"/>
        <w:rPr>
          <w:sz w:val="16"/>
          <w:szCs w:val="16"/>
        </w:rPr>
      </w:pP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Ехал дядя без </w:t>
      </w:r>
      <w:r w:rsidRPr="004452F5">
        <w:rPr>
          <w:i/>
          <w:sz w:val="28"/>
          <w:szCs w:val="28"/>
        </w:rPr>
        <w:t>жилета</w:t>
      </w:r>
      <w:r w:rsidRPr="001F58D2">
        <w:rPr>
          <w:sz w:val="28"/>
          <w:szCs w:val="28"/>
        </w:rPr>
        <w:t>,</w:t>
      </w:r>
    </w:p>
    <w:p w:rsidR="00E97833" w:rsidRDefault="00A533AD" w:rsidP="00E97833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>З</w:t>
      </w:r>
      <w:r w:rsidR="00E97833" w:rsidRPr="001F58D2">
        <w:rPr>
          <w:sz w:val="28"/>
          <w:szCs w:val="28"/>
        </w:rPr>
        <w:t>аплатил он штраф за это</w:t>
      </w:r>
      <w:proofErr w:type="gramStart"/>
      <w:r w:rsidR="00E97833" w:rsidRPr="001F58D2">
        <w:rPr>
          <w:sz w:val="28"/>
          <w:szCs w:val="28"/>
        </w:rPr>
        <w:t>.</w:t>
      </w:r>
      <w:proofErr w:type="gramEnd"/>
      <w:r w:rsidR="00E97833" w:rsidRPr="001F58D2">
        <w:rPr>
          <w:sz w:val="28"/>
          <w:szCs w:val="28"/>
        </w:rPr>
        <w:t xml:space="preserve"> </w:t>
      </w:r>
      <w:r w:rsidR="00E97833" w:rsidRPr="001F58D2">
        <w:rPr>
          <w:i/>
          <w:iCs/>
          <w:sz w:val="28"/>
          <w:szCs w:val="28"/>
        </w:rPr>
        <w:t>(</w:t>
      </w:r>
      <w:proofErr w:type="gramStart"/>
      <w:r w:rsidR="00E97833" w:rsidRPr="001F58D2">
        <w:rPr>
          <w:i/>
          <w:iCs/>
          <w:sz w:val="28"/>
          <w:szCs w:val="28"/>
        </w:rPr>
        <w:t>б</w:t>
      </w:r>
      <w:proofErr w:type="gramEnd"/>
      <w:r w:rsidR="00E97833" w:rsidRPr="001F58D2">
        <w:rPr>
          <w:i/>
          <w:iCs/>
          <w:sz w:val="28"/>
          <w:szCs w:val="28"/>
        </w:rPr>
        <w:t>илет</w:t>
      </w:r>
      <w:r w:rsidR="00E5665E">
        <w:rPr>
          <w:i/>
          <w:iCs/>
          <w:sz w:val="28"/>
          <w:szCs w:val="28"/>
        </w:rPr>
        <w:t>а</w:t>
      </w:r>
      <w:r w:rsidR="00E97833" w:rsidRPr="001F58D2">
        <w:rPr>
          <w:i/>
          <w:iCs/>
          <w:sz w:val="28"/>
          <w:szCs w:val="28"/>
        </w:rPr>
        <w:t>)</w:t>
      </w:r>
    </w:p>
    <w:p w:rsidR="00E5665E" w:rsidRPr="00E5665E" w:rsidRDefault="00E5665E" w:rsidP="00E97833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:rsidR="00E97833" w:rsidRPr="009E4861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На болоте нет дорог</w:t>
      </w:r>
    </w:p>
    <w:p w:rsidR="00E97833" w:rsidRPr="00E97833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Я по </w:t>
      </w:r>
      <w:r w:rsidRPr="004452F5">
        <w:rPr>
          <w:bCs/>
          <w:i/>
          <w:sz w:val="28"/>
          <w:szCs w:val="28"/>
        </w:rPr>
        <w:t>кошкам</w:t>
      </w:r>
      <w:r w:rsidRPr="00E97833">
        <w:rPr>
          <w:bCs/>
          <w:sz w:val="28"/>
          <w:szCs w:val="28"/>
        </w:rPr>
        <w:t> </w:t>
      </w:r>
      <w:r w:rsidRPr="00E97833">
        <w:rPr>
          <w:bCs/>
          <w:i/>
          <w:iCs/>
          <w:sz w:val="28"/>
          <w:szCs w:val="28"/>
        </w:rPr>
        <w:t>(кочкам)</w:t>
      </w:r>
      <w:r w:rsidRPr="009E4861">
        <w:rPr>
          <w:bCs/>
          <w:sz w:val="28"/>
          <w:szCs w:val="28"/>
        </w:rPr>
        <w:t> прыг да скок.</w:t>
      </w:r>
    </w:p>
    <w:p w:rsidR="00E5665E" w:rsidRPr="00DD2804" w:rsidRDefault="00E5665E" w:rsidP="00E5665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16"/>
          <w:szCs w:val="16"/>
        </w:rPr>
      </w:pPr>
    </w:p>
    <w:p w:rsidR="00E5665E" w:rsidRPr="00E5665E" w:rsidRDefault="00E5665E" w:rsidP="00E5665E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E5665E">
        <w:rPr>
          <w:b w:val="0"/>
          <w:i/>
          <w:sz w:val="28"/>
          <w:szCs w:val="28"/>
        </w:rPr>
        <w:t>Буквоед.</w:t>
      </w:r>
      <w:r>
        <w:rPr>
          <w:b w:val="0"/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А теперь, </w:t>
      </w:r>
      <w:r w:rsidR="00DD2804">
        <w:rPr>
          <w:b w:val="0"/>
          <w:sz w:val="28"/>
          <w:szCs w:val="28"/>
        </w:rPr>
        <w:t>вы, ребята, попробуйте, получится ли у вас расколдовать слова.</w:t>
      </w:r>
    </w:p>
    <w:p w:rsidR="00E97833" w:rsidRPr="001F58D2" w:rsidRDefault="00E97833" w:rsidP="00DD2804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>На островок налетел ураган,</w:t>
      </w: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На пальме остался последний </w:t>
      </w:r>
      <w:r w:rsidRPr="004452F5">
        <w:rPr>
          <w:i/>
          <w:sz w:val="28"/>
          <w:szCs w:val="28"/>
        </w:rPr>
        <w:t>баран</w:t>
      </w:r>
      <w:r w:rsidRPr="001F58D2">
        <w:rPr>
          <w:sz w:val="28"/>
          <w:szCs w:val="28"/>
        </w:rPr>
        <w:t xml:space="preserve"> </w:t>
      </w:r>
      <w:r w:rsidRPr="001F58D2">
        <w:rPr>
          <w:i/>
          <w:iCs/>
          <w:sz w:val="28"/>
          <w:szCs w:val="28"/>
        </w:rPr>
        <w:t>(банан)</w:t>
      </w:r>
    </w:p>
    <w:p w:rsidR="00DD2804" w:rsidRPr="00DD2804" w:rsidRDefault="00DD2804" w:rsidP="00E97833">
      <w:pPr>
        <w:spacing w:line="360" w:lineRule="auto"/>
        <w:ind w:firstLine="709"/>
        <w:rPr>
          <w:sz w:val="16"/>
          <w:szCs w:val="16"/>
        </w:rPr>
      </w:pP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>Тает снег, течёт ручей,</w:t>
      </w: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 xml:space="preserve">На ветвях полно </w:t>
      </w:r>
      <w:r w:rsidRPr="004452F5">
        <w:rPr>
          <w:i/>
          <w:sz w:val="28"/>
          <w:szCs w:val="28"/>
        </w:rPr>
        <w:t>врачей</w:t>
      </w:r>
      <w:r w:rsidRPr="001F58D2">
        <w:rPr>
          <w:sz w:val="28"/>
          <w:szCs w:val="28"/>
        </w:rPr>
        <w:t xml:space="preserve">. </w:t>
      </w:r>
      <w:r w:rsidRPr="001F58D2">
        <w:rPr>
          <w:i/>
          <w:iCs/>
          <w:sz w:val="28"/>
          <w:szCs w:val="28"/>
        </w:rPr>
        <w:t>(грачей)</w:t>
      </w:r>
    </w:p>
    <w:p w:rsidR="00F4494C" w:rsidRPr="00DC0DB6" w:rsidRDefault="00F4494C" w:rsidP="00D8797B">
      <w:pPr>
        <w:spacing w:line="360" w:lineRule="auto"/>
        <w:rPr>
          <w:sz w:val="16"/>
          <w:szCs w:val="16"/>
        </w:rPr>
      </w:pP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>Мы собирали васильки,</w:t>
      </w:r>
    </w:p>
    <w:p w:rsidR="00E97833" w:rsidRPr="001F58D2" w:rsidRDefault="00E97833" w:rsidP="00E97833">
      <w:pPr>
        <w:spacing w:line="360" w:lineRule="auto"/>
        <w:ind w:firstLine="709"/>
        <w:rPr>
          <w:sz w:val="28"/>
          <w:szCs w:val="28"/>
        </w:rPr>
      </w:pPr>
      <w:r w:rsidRPr="001F58D2">
        <w:rPr>
          <w:sz w:val="28"/>
          <w:szCs w:val="28"/>
        </w:rPr>
        <w:t>На головах у нас</w:t>
      </w:r>
      <w:r w:rsidRPr="004452F5">
        <w:rPr>
          <w:i/>
          <w:sz w:val="28"/>
          <w:szCs w:val="28"/>
        </w:rPr>
        <w:t xml:space="preserve"> щенки. </w:t>
      </w:r>
      <w:r w:rsidRPr="001F58D2">
        <w:rPr>
          <w:i/>
          <w:iCs/>
          <w:sz w:val="28"/>
          <w:szCs w:val="28"/>
        </w:rPr>
        <w:t>(венки)</w:t>
      </w:r>
    </w:p>
    <w:p w:rsidR="00DD2804" w:rsidRPr="00DD2804" w:rsidRDefault="00DD2804" w:rsidP="00E97833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:rsidR="00E97833" w:rsidRPr="009E4861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В день весенний у ворот            </w:t>
      </w:r>
    </w:p>
    <w:p w:rsidR="00E97833" w:rsidRPr="009E4861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Начал дружно таять </w:t>
      </w:r>
      <w:r w:rsidRPr="004452F5">
        <w:rPr>
          <w:bCs/>
          <w:i/>
          <w:sz w:val="28"/>
          <w:szCs w:val="28"/>
        </w:rPr>
        <w:t>мёд.</w:t>
      </w:r>
      <w:r w:rsidRPr="00E97833">
        <w:rPr>
          <w:bCs/>
          <w:sz w:val="28"/>
          <w:szCs w:val="28"/>
        </w:rPr>
        <w:t> </w:t>
      </w:r>
      <w:r w:rsidRPr="00E97833">
        <w:rPr>
          <w:bCs/>
          <w:i/>
          <w:iCs/>
          <w:sz w:val="28"/>
          <w:szCs w:val="28"/>
        </w:rPr>
        <w:t>(Лёд)</w:t>
      </w:r>
      <w:r w:rsidRPr="009E4861">
        <w:rPr>
          <w:b/>
          <w:bCs/>
          <w:i/>
          <w:iCs/>
          <w:sz w:val="28"/>
          <w:szCs w:val="28"/>
        </w:rPr>
        <w:t xml:space="preserve">  </w:t>
      </w:r>
    </w:p>
    <w:p w:rsidR="00DD2804" w:rsidRPr="00DD2804" w:rsidRDefault="00DD2804" w:rsidP="00E97833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:rsidR="00E97833" w:rsidRPr="009E4861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Сшил себе котёнок тапки,</w:t>
      </w:r>
    </w:p>
    <w:p w:rsidR="00E97833" w:rsidRPr="009E4861" w:rsidRDefault="00E97833" w:rsidP="00E9783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E4861">
        <w:rPr>
          <w:bCs/>
          <w:sz w:val="28"/>
          <w:szCs w:val="28"/>
        </w:rPr>
        <w:t>Чтоб весной не мёрзли </w:t>
      </w:r>
      <w:r w:rsidRPr="004452F5">
        <w:rPr>
          <w:bCs/>
          <w:i/>
          <w:sz w:val="28"/>
          <w:szCs w:val="28"/>
        </w:rPr>
        <w:t>шапки.</w:t>
      </w:r>
      <w:r w:rsidRPr="00E97833">
        <w:rPr>
          <w:bCs/>
          <w:i/>
          <w:iCs/>
          <w:sz w:val="28"/>
          <w:szCs w:val="28"/>
        </w:rPr>
        <w:t> (Лапки)</w:t>
      </w:r>
    </w:p>
    <w:p w:rsidR="00ED24D5" w:rsidRPr="004A03BC" w:rsidRDefault="00ED24D5" w:rsidP="00ED24D5">
      <w:pPr>
        <w:spacing w:line="360" w:lineRule="auto"/>
        <w:ind w:firstLine="709"/>
        <w:rPr>
          <w:i/>
          <w:sz w:val="16"/>
          <w:szCs w:val="16"/>
        </w:rPr>
      </w:pPr>
    </w:p>
    <w:p w:rsidR="00ED24D5" w:rsidRPr="00ED24D5" w:rsidRDefault="00ED24D5" w:rsidP="00ED24D5">
      <w:pPr>
        <w:spacing w:line="360" w:lineRule="auto"/>
        <w:ind w:firstLine="709"/>
      </w:pPr>
      <w:r w:rsidRPr="00E5665E">
        <w:rPr>
          <w:i/>
          <w:sz w:val="28"/>
          <w:szCs w:val="28"/>
        </w:rPr>
        <w:lastRenderedPageBreak/>
        <w:t>Буквоед.</w:t>
      </w:r>
      <w:r>
        <w:rPr>
          <w:sz w:val="28"/>
          <w:szCs w:val="28"/>
        </w:rPr>
        <w:t xml:space="preserve"> Гляди-ка, справились с заданиями! Надо придумать что-то посложнее.</w:t>
      </w:r>
    </w:p>
    <w:p w:rsidR="00532322" w:rsidRPr="00ED24D5" w:rsidRDefault="00ED24D5" w:rsidP="00ED24D5">
      <w:pPr>
        <w:spacing w:line="360" w:lineRule="auto"/>
        <w:ind w:firstLine="709"/>
      </w:pPr>
      <w:proofErr w:type="gramStart"/>
      <w:r w:rsidRPr="00DD2804">
        <w:t>Буквоед</w:t>
      </w:r>
      <w:proofErr w:type="gramEnd"/>
      <w:r w:rsidRPr="00DD2804">
        <w:t xml:space="preserve"> указывает на экран.</w:t>
      </w:r>
      <w:r w:rsidR="00A533AD" w:rsidRPr="00A533AD">
        <w:t xml:space="preserve"> </w:t>
      </w:r>
      <w:r w:rsidR="00A533AD" w:rsidRPr="00321DC4">
        <w:t>На экране игра «Наложенные буквы».</w:t>
      </w:r>
    </w:p>
    <w:p w:rsidR="00ED24D5" w:rsidRPr="00ED24D5" w:rsidRDefault="00ED24D5" w:rsidP="00ED24D5">
      <w:pPr>
        <w:spacing w:line="360" w:lineRule="auto"/>
        <w:ind w:firstLine="709"/>
        <w:rPr>
          <w:sz w:val="28"/>
          <w:szCs w:val="28"/>
        </w:rPr>
      </w:pPr>
      <w:proofErr w:type="gramStart"/>
      <w:r w:rsidRPr="00DD2804">
        <w:rPr>
          <w:i/>
          <w:sz w:val="28"/>
          <w:szCs w:val="28"/>
        </w:rPr>
        <w:t>Буквоед</w:t>
      </w:r>
      <w:proofErr w:type="gramEnd"/>
      <w:r w:rsidRPr="00DD2804">
        <w:rPr>
          <w:i/>
          <w:sz w:val="28"/>
          <w:szCs w:val="28"/>
        </w:rPr>
        <w:t>.</w:t>
      </w:r>
      <w:r w:rsidR="00B44EEB">
        <w:rPr>
          <w:sz w:val="28"/>
          <w:szCs w:val="28"/>
        </w:rPr>
        <w:t xml:space="preserve"> Посмотрите, я запуг</w:t>
      </w:r>
      <w:r w:rsidRPr="00ED24D5">
        <w:rPr>
          <w:sz w:val="28"/>
          <w:szCs w:val="28"/>
        </w:rPr>
        <w:t xml:space="preserve">ал ваши замечательные буквы. Попробуйте их освободить! </w:t>
      </w:r>
      <w:r>
        <w:rPr>
          <w:sz w:val="28"/>
          <w:szCs w:val="28"/>
        </w:rPr>
        <w:t>А я что-то устал, надо</w:t>
      </w:r>
      <w:r w:rsidRPr="00ED24D5">
        <w:rPr>
          <w:sz w:val="28"/>
          <w:szCs w:val="28"/>
        </w:rPr>
        <w:t xml:space="preserve"> подкрепиться. Пойду-ка, я буквы поем. </w:t>
      </w:r>
    </w:p>
    <w:p w:rsidR="00A533AD" w:rsidRDefault="00ED24D5" w:rsidP="00DC0DB6">
      <w:pPr>
        <w:spacing w:line="360" w:lineRule="auto"/>
        <w:ind w:firstLine="709"/>
        <w:rPr>
          <w:sz w:val="28"/>
          <w:szCs w:val="28"/>
        </w:rPr>
      </w:pPr>
      <w:r w:rsidRPr="00970F62">
        <w:rPr>
          <w:sz w:val="28"/>
          <w:szCs w:val="28"/>
        </w:rPr>
        <w:t xml:space="preserve">Я </w:t>
      </w:r>
      <w:proofErr w:type="gramStart"/>
      <w:r w:rsidRPr="00970F62">
        <w:rPr>
          <w:bCs/>
          <w:sz w:val="28"/>
          <w:szCs w:val="28"/>
        </w:rPr>
        <w:t>Буквоед</w:t>
      </w:r>
      <w:proofErr w:type="gramEnd"/>
      <w:r w:rsidRPr="00970F62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Б</w:t>
      </w:r>
      <w:r w:rsidRPr="00970F62">
        <w:rPr>
          <w:bCs/>
          <w:sz w:val="28"/>
          <w:szCs w:val="28"/>
        </w:rPr>
        <w:t>уквоед</w:t>
      </w:r>
      <w:r w:rsidR="00A533AD">
        <w:rPr>
          <w:sz w:val="28"/>
          <w:szCs w:val="28"/>
        </w:rPr>
        <w:t>,</w:t>
      </w:r>
    </w:p>
    <w:p w:rsidR="00DC0DB6" w:rsidRDefault="00A533AD" w:rsidP="00DC0DB6">
      <w:pPr>
        <w:spacing w:line="360" w:lineRule="auto"/>
        <w:ind w:firstLine="709"/>
        <w:rPr>
          <w:i/>
          <w:iCs/>
          <w:sz w:val="28"/>
          <w:szCs w:val="28"/>
        </w:rPr>
      </w:pPr>
      <w:r>
        <w:rPr>
          <w:sz w:val="28"/>
          <w:szCs w:val="28"/>
        </w:rPr>
        <w:t>Е</w:t>
      </w:r>
      <w:r w:rsidR="00ED24D5" w:rsidRPr="00970F62">
        <w:rPr>
          <w:sz w:val="28"/>
          <w:szCs w:val="28"/>
        </w:rPr>
        <w:t xml:space="preserve">м по </w:t>
      </w:r>
      <w:r w:rsidR="00ED24D5" w:rsidRPr="00970F62">
        <w:rPr>
          <w:bCs/>
          <w:sz w:val="28"/>
          <w:szCs w:val="28"/>
        </w:rPr>
        <w:t>букве на обед</w:t>
      </w:r>
      <w:proofErr w:type="gramStart"/>
      <w:r w:rsidR="00ED24D5" w:rsidRPr="00970F62">
        <w:rPr>
          <w:sz w:val="28"/>
          <w:szCs w:val="28"/>
        </w:rPr>
        <w:t>.</w:t>
      </w:r>
      <w:proofErr w:type="gramEnd"/>
      <w:r w:rsidR="00ED24D5" w:rsidRPr="00D8797B">
        <w:rPr>
          <w:i/>
          <w:iCs/>
          <w:sz w:val="28"/>
          <w:szCs w:val="28"/>
        </w:rPr>
        <w:t xml:space="preserve"> </w:t>
      </w:r>
      <w:r w:rsidR="00ED24D5" w:rsidRPr="001F58D2">
        <w:rPr>
          <w:i/>
          <w:iCs/>
          <w:sz w:val="28"/>
          <w:szCs w:val="28"/>
        </w:rPr>
        <w:t>(</w:t>
      </w:r>
      <w:proofErr w:type="gramStart"/>
      <w:r w:rsidR="00ED24D5" w:rsidRPr="001F58D2">
        <w:rPr>
          <w:i/>
          <w:iCs/>
          <w:sz w:val="28"/>
          <w:szCs w:val="28"/>
        </w:rPr>
        <w:t>у</w:t>
      </w:r>
      <w:proofErr w:type="gramEnd"/>
      <w:r w:rsidR="00ED24D5" w:rsidRPr="001F58D2">
        <w:rPr>
          <w:i/>
          <w:iCs/>
          <w:sz w:val="28"/>
          <w:szCs w:val="28"/>
        </w:rPr>
        <w:t>ходит)</w:t>
      </w:r>
    </w:p>
    <w:p w:rsidR="00DC0DB6" w:rsidRDefault="004A03BC" w:rsidP="00DC0DB6">
      <w:pPr>
        <w:spacing w:line="360" w:lineRule="auto"/>
        <w:ind w:firstLine="709"/>
        <w:rPr>
          <w:sz w:val="28"/>
          <w:szCs w:val="28"/>
        </w:rPr>
      </w:pPr>
      <w:r w:rsidRPr="00DC0DB6">
        <w:rPr>
          <w:i/>
          <w:sz w:val="28"/>
          <w:szCs w:val="28"/>
        </w:rPr>
        <w:t>Логопед.</w:t>
      </w:r>
      <w:r>
        <w:rPr>
          <w:sz w:val="28"/>
          <w:szCs w:val="28"/>
        </w:rPr>
        <w:t xml:space="preserve"> Ребята, посмотрите на экран! </w:t>
      </w:r>
      <w:r w:rsidRPr="00321DC4">
        <w:rPr>
          <w:sz w:val="28"/>
          <w:szCs w:val="28"/>
        </w:rPr>
        <w:t>Буквы боятся проделок Буквоеда, д</w:t>
      </w:r>
      <w:r>
        <w:rPr>
          <w:sz w:val="28"/>
          <w:szCs w:val="28"/>
        </w:rPr>
        <w:t>рожат, прижимаются друг к другу</w:t>
      </w:r>
      <w:r w:rsidRPr="00321DC4">
        <w:rPr>
          <w:sz w:val="28"/>
          <w:szCs w:val="28"/>
        </w:rPr>
        <w:t>.</w:t>
      </w:r>
      <w:r w:rsidRPr="00ED24D5">
        <w:rPr>
          <w:sz w:val="28"/>
          <w:szCs w:val="28"/>
        </w:rPr>
        <w:t xml:space="preserve"> </w:t>
      </w:r>
      <w:r>
        <w:rPr>
          <w:sz w:val="28"/>
          <w:szCs w:val="28"/>
        </w:rPr>
        <w:t>Давайте распутаем буквы. Назовите буквы, которые здесь изображены.</w:t>
      </w:r>
    </w:p>
    <w:p w:rsidR="00DC0DB6" w:rsidRDefault="004A03BC" w:rsidP="00A533AD">
      <w:pPr>
        <w:spacing w:line="360" w:lineRule="auto"/>
        <w:ind w:firstLine="709"/>
        <w:contextualSpacing/>
      </w:pPr>
      <w:r>
        <w:t xml:space="preserve">Входит </w:t>
      </w:r>
      <w:proofErr w:type="gramStart"/>
      <w:r>
        <w:t>Буквоед</w:t>
      </w:r>
      <w:proofErr w:type="gramEnd"/>
      <w:r>
        <w:t>.</w:t>
      </w:r>
      <w:r w:rsidR="00A533AD" w:rsidRPr="00A533AD">
        <w:t xml:space="preserve"> </w:t>
      </w:r>
      <w:r w:rsidR="00A533AD" w:rsidRPr="008753F8">
        <w:t>На экране игра «Сломанные буквы».</w:t>
      </w:r>
    </w:p>
    <w:p w:rsidR="00DC0DB6" w:rsidRDefault="004A03BC" w:rsidP="00DC0DB6">
      <w:pPr>
        <w:spacing w:line="360" w:lineRule="auto"/>
        <w:ind w:firstLine="709"/>
        <w:rPr>
          <w:sz w:val="28"/>
          <w:szCs w:val="28"/>
        </w:rPr>
      </w:pPr>
      <w:proofErr w:type="gramStart"/>
      <w:r w:rsidRPr="00DD2804">
        <w:rPr>
          <w:i/>
          <w:sz w:val="28"/>
          <w:szCs w:val="28"/>
        </w:rPr>
        <w:t>Буквоед</w:t>
      </w:r>
      <w:proofErr w:type="gramEnd"/>
      <w:r w:rsidRPr="00DD2804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C0DB6" w:rsidRDefault="00DC0DB6" w:rsidP="00DC0DB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Бесполезно вам стараться</w:t>
      </w:r>
    </w:p>
    <w:p w:rsidR="00DC0DB6" w:rsidRDefault="00DC0DB6" w:rsidP="00DC0DB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Где уж вам со мной тягаться!</w:t>
      </w:r>
    </w:p>
    <w:p w:rsidR="00DC0DB6" w:rsidRDefault="00DC0DB6" w:rsidP="00DC0DB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Буквы ваши все погрыз,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Вот, вам, детки, мой сюрприз.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 w:rsidRPr="00DD2804">
        <w:rPr>
          <w:i/>
          <w:sz w:val="28"/>
          <w:szCs w:val="28"/>
        </w:rPr>
        <w:t>Логопед.</w:t>
      </w:r>
      <w:r>
        <w:rPr>
          <w:sz w:val="28"/>
          <w:szCs w:val="28"/>
        </w:rPr>
        <w:t xml:space="preserve"> </w:t>
      </w:r>
      <w:r w:rsidRPr="00321DC4">
        <w:rPr>
          <w:sz w:val="28"/>
          <w:szCs w:val="28"/>
        </w:rPr>
        <w:t>Ребята,</w:t>
      </w:r>
      <w:r>
        <w:rPr>
          <w:sz w:val="28"/>
          <w:szCs w:val="28"/>
        </w:rPr>
        <w:t xml:space="preserve"> помогите буквам! Узнайте буквы, которые съел Буквоед и назовите их. </w:t>
      </w:r>
    </w:p>
    <w:p w:rsidR="00DC0DB6" w:rsidRPr="00A533AD" w:rsidRDefault="00DC0DB6" w:rsidP="00A533A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proofErr w:type="gramStart"/>
      <w:r w:rsidRPr="00A533AD">
        <w:rPr>
          <w:b w:val="0"/>
        </w:rPr>
        <w:t>Буквоед</w:t>
      </w:r>
      <w:proofErr w:type="gramEnd"/>
      <w:r w:rsidRPr="00A533AD">
        <w:rPr>
          <w:b w:val="0"/>
        </w:rPr>
        <w:t xml:space="preserve"> вносит кривое зеркало.</w:t>
      </w:r>
      <w:r w:rsidR="00A533AD" w:rsidRPr="00A533AD">
        <w:rPr>
          <w:b w:val="0"/>
        </w:rPr>
        <w:t xml:space="preserve"> </w:t>
      </w:r>
      <w:r w:rsidR="00A533AD">
        <w:rPr>
          <w:b w:val="0"/>
          <w:sz w:val="24"/>
          <w:szCs w:val="24"/>
        </w:rPr>
        <w:t>На экране и</w:t>
      </w:r>
      <w:r w:rsidR="00A533AD" w:rsidRPr="00321DC4">
        <w:rPr>
          <w:b w:val="0"/>
          <w:sz w:val="24"/>
          <w:szCs w:val="24"/>
        </w:rPr>
        <w:t>гра «Зеркальные буквы».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proofErr w:type="gramStart"/>
      <w:r w:rsidRPr="00DD2804">
        <w:rPr>
          <w:i/>
          <w:sz w:val="28"/>
          <w:szCs w:val="28"/>
        </w:rPr>
        <w:t>Буквоед</w:t>
      </w:r>
      <w:proofErr w:type="gramEnd"/>
      <w:r w:rsidRPr="00DD2804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 w:rsidRPr="00321DC4">
        <w:rPr>
          <w:sz w:val="28"/>
          <w:szCs w:val="28"/>
        </w:rPr>
        <w:t>Я на свете всех страшнее,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 w:rsidRPr="00321DC4">
        <w:rPr>
          <w:sz w:val="28"/>
          <w:szCs w:val="28"/>
        </w:rPr>
        <w:t>Я на свете всех сильнее!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 w:rsidRPr="00321DC4">
        <w:rPr>
          <w:sz w:val="28"/>
          <w:szCs w:val="28"/>
        </w:rPr>
        <w:t>От меня вам не уйти,</w:t>
      </w:r>
    </w:p>
    <w:p w:rsidR="00DC0DB6" w:rsidRDefault="00DC0DB6" w:rsidP="00DC0DB6">
      <w:pPr>
        <w:spacing w:line="360" w:lineRule="auto"/>
        <w:ind w:firstLine="709"/>
        <w:contextualSpacing/>
        <w:rPr>
          <w:sz w:val="28"/>
          <w:szCs w:val="28"/>
        </w:rPr>
      </w:pPr>
      <w:r w:rsidRPr="00321DC4">
        <w:rPr>
          <w:sz w:val="28"/>
          <w:szCs w:val="28"/>
        </w:rPr>
        <w:t>В</w:t>
      </w:r>
      <w:r>
        <w:rPr>
          <w:sz w:val="28"/>
          <w:szCs w:val="28"/>
        </w:rPr>
        <w:t>ам меня не провести!</w:t>
      </w:r>
    </w:p>
    <w:p w:rsidR="00C37E34" w:rsidRDefault="00A533AD" w:rsidP="00C37E34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56646D">
        <w:rPr>
          <w:b w:val="0"/>
          <w:i/>
          <w:sz w:val="28"/>
          <w:szCs w:val="28"/>
        </w:rPr>
        <w:t>Буквоед</w:t>
      </w:r>
      <w:proofErr w:type="gramEnd"/>
      <w:r w:rsidRPr="0056646D">
        <w:rPr>
          <w:b w:val="0"/>
          <w:i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321DC4">
        <w:rPr>
          <w:b w:val="0"/>
          <w:sz w:val="28"/>
          <w:szCs w:val="28"/>
        </w:rPr>
        <w:t>Вот мое волшебное зеркало. Стоит мне направить его на буквы, они сразу ста</w:t>
      </w:r>
      <w:r>
        <w:rPr>
          <w:b w:val="0"/>
          <w:sz w:val="28"/>
          <w:szCs w:val="28"/>
        </w:rPr>
        <w:t>новятся кривыми и неправильными</w:t>
      </w:r>
      <w:r w:rsidRPr="00321DC4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Я заколдовал буквы и спрята</w:t>
      </w:r>
      <w:r w:rsidR="00C37E34">
        <w:rPr>
          <w:b w:val="0"/>
          <w:sz w:val="28"/>
          <w:szCs w:val="28"/>
        </w:rPr>
        <w:t>л их в своем волшебном зеркале.</w:t>
      </w:r>
    </w:p>
    <w:p w:rsidR="00145321" w:rsidRDefault="00145321" w:rsidP="00145321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6646D">
        <w:rPr>
          <w:b w:val="0"/>
          <w:i/>
          <w:sz w:val="28"/>
          <w:szCs w:val="28"/>
        </w:rPr>
        <w:t>Логопед.</w:t>
      </w:r>
      <w:r>
        <w:rPr>
          <w:b w:val="0"/>
          <w:sz w:val="28"/>
          <w:szCs w:val="28"/>
        </w:rPr>
        <w:t xml:space="preserve"> Ребята, давайте найдем неправильно написанные буквы и назовем их.</w:t>
      </w:r>
    </w:p>
    <w:p w:rsidR="00145321" w:rsidRPr="00321DC4" w:rsidRDefault="00145321" w:rsidP="00C37E34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A533AD" w:rsidRDefault="00A533AD" w:rsidP="00DC0DB6">
      <w:pPr>
        <w:spacing w:line="360" w:lineRule="auto"/>
        <w:ind w:firstLine="709"/>
        <w:contextualSpacing/>
        <w:rPr>
          <w:sz w:val="28"/>
          <w:szCs w:val="28"/>
        </w:rPr>
      </w:pPr>
    </w:p>
    <w:p w:rsidR="004A03BC" w:rsidRPr="00145321" w:rsidRDefault="00DC0DB6" w:rsidP="00145321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proofErr w:type="gramStart"/>
      <w:r w:rsidRPr="0056646D">
        <w:rPr>
          <w:b w:val="0"/>
          <w:i/>
          <w:sz w:val="28"/>
          <w:szCs w:val="28"/>
        </w:rPr>
        <w:lastRenderedPageBreak/>
        <w:t>Буквоед</w:t>
      </w:r>
      <w:proofErr w:type="gramEnd"/>
      <w:r w:rsidRPr="0056646D">
        <w:rPr>
          <w:b w:val="0"/>
          <w:i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Надо поскорее спрятать зеркало, чтобы у вас ничего не получилось</w:t>
      </w:r>
      <w:proofErr w:type="gramStart"/>
      <w:r>
        <w:rPr>
          <w:b w:val="0"/>
          <w:sz w:val="28"/>
          <w:szCs w:val="28"/>
        </w:rPr>
        <w:t>.</w:t>
      </w:r>
      <w:proofErr w:type="gramEnd"/>
      <w:r>
        <w:rPr>
          <w:b w:val="0"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(</w:t>
      </w:r>
      <w:proofErr w:type="gramStart"/>
      <w:r>
        <w:rPr>
          <w:b w:val="0"/>
          <w:i/>
          <w:sz w:val="28"/>
          <w:szCs w:val="28"/>
        </w:rPr>
        <w:t>у</w:t>
      </w:r>
      <w:proofErr w:type="gramEnd"/>
      <w:r>
        <w:rPr>
          <w:b w:val="0"/>
          <w:i/>
          <w:sz w:val="28"/>
          <w:szCs w:val="28"/>
        </w:rPr>
        <w:t>ходит)</w:t>
      </w:r>
    </w:p>
    <w:p w:rsidR="00D8797B" w:rsidRDefault="00AE1A4A" w:rsidP="00DC0DB6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6646D">
        <w:rPr>
          <w:b w:val="0"/>
          <w:i/>
          <w:sz w:val="28"/>
          <w:szCs w:val="28"/>
        </w:rPr>
        <w:t>Логопед.</w:t>
      </w:r>
      <w:r>
        <w:rPr>
          <w:b w:val="0"/>
          <w:sz w:val="28"/>
          <w:szCs w:val="28"/>
        </w:rPr>
        <w:t xml:space="preserve"> Ребята, мне порядком н</w:t>
      </w:r>
      <w:bookmarkStart w:id="1" w:name="_GoBack"/>
      <w:bookmarkEnd w:id="1"/>
      <w:r>
        <w:rPr>
          <w:b w:val="0"/>
          <w:sz w:val="28"/>
          <w:szCs w:val="28"/>
        </w:rPr>
        <w:t xml:space="preserve">адоели проделки Буквоеда. А вам? </w:t>
      </w:r>
      <w:r w:rsidR="0056646D">
        <w:rPr>
          <w:b w:val="0"/>
          <w:sz w:val="28"/>
          <w:szCs w:val="28"/>
        </w:rPr>
        <w:t>Давайте позовем Буквоеда и подружим его с буквами.</w:t>
      </w:r>
    </w:p>
    <w:p w:rsidR="0056646D" w:rsidRPr="00D72F73" w:rsidRDefault="0056646D" w:rsidP="00D72F73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Дети хором зовут </w:t>
      </w:r>
      <w:proofErr w:type="gramStart"/>
      <w:r>
        <w:rPr>
          <w:b w:val="0"/>
          <w:sz w:val="24"/>
          <w:szCs w:val="24"/>
        </w:rPr>
        <w:t>Буквоеда</w:t>
      </w:r>
      <w:proofErr w:type="gramEnd"/>
      <w:r>
        <w:rPr>
          <w:b w:val="0"/>
          <w:sz w:val="24"/>
          <w:szCs w:val="24"/>
        </w:rPr>
        <w:t>.</w:t>
      </w:r>
      <w:r w:rsidR="00085491">
        <w:rPr>
          <w:b w:val="0"/>
          <w:sz w:val="24"/>
          <w:szCs w:val="24"/>
        </w:rPr>
        <w:t xml:space="preserve"> </w:t>
      </w:r>
    </w:p>
    <w:p w:rsidR="0056646D" w:rsidRDefault="0056646D" w:rsidP="0056646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6646D">
        <w:rPr>
          <w:b w:val="0"/>
          <w:i/>
          <w:sz w:val="28"/>
          <w:szCs w:val="28"/>
        </w:rPr>
        <w:t>Логопед.</w:t>
      </w:r>
      <w:r>
        <w:rPr>
          <w:b w:val="0"/>
          <w:sz w:val="28"/>
          <w:szCs w:val="28"/>
        </w:rPr>
        <w:t xml:space="preserve"> </w:t>
      </w:r>
    </w:p>
    <w:p w:rsidR="0056646D" w:rsidRPr="0056646D" w:rsidRDefault="0056646D" w:rsidP="0056646D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Хватит буквы обижать</w:t>
      </w:r>
    </w:p>
    <w:p w:rsidR="0056646D" w:rsidRDefault="0056646D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Путать, прятать и пугать.</w:t>
      </w:r>
    </w:p>
    <w:p w:rsidR="0056646D" w:rsidRDefault="00D72F73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Лучше с ними подружиться</w:t>
      </w:r>
    </w:p>
    <w:p w:rsidR="00D72F73" w:rsidRDefault="00D72F73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Поиграть, повеселиться.</w:t>
      </w:r>
    </w:p>
    <w:p w:rsidR="00D72F73" w:rsidRPr="00D72F73" w:rsidRDefault="00D72F73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D72F73">
        <w:rPr>
          <w:b w:val="0"/>
          <w:i/>
          <w:sz w:val="28"/>
          <w:szCs w:val="28"/>
        </w:rPr>
        <w:t>Клоуны (хором).</w:t>
      </w:r>
    </w:p>
    <w:p w:rsidR="00D72F73" w:rsidRDefault="00D72F73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Эй, ребята, выбегайте,</w:t>
      </w:r>
    </w:p>
    <w:p w:rsidR="00D72F73" w:rsidRDefault="00D72F73" w:rsidP="00AE239B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Буквоедом поиграйте!</w:t>
      </w:r>
    </w:p>
    <w:p w:rsidR="00472AC9" w:rsidRPr="00D72F73" w:rsidRDefault="00321DC4" w:rsidP="00D72F73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21DC4">
        <w:rPr>
          <w:b w:val="0"/>
          <w:sz w:val="24"/>
          <w:szCs w:val="24"/>
        </w:rPr>
        <w:t xml:space="preserve">Клоуны </w:t>
      </w:r>
      <w:r w:rsidR="00D72F73">
        <w:rPr>
          <w:b w:val="0"/>
          <w:sz w:val="24"/>
          <w:szCs w:val="24"/>
        </w:rPr>
        <w:t xml:space="preserve">проводят игру </w:t>
      </w:r>
      <w:r w:rsidRPr="00D72F73">
        <w:rPr>
          <w:b w:val="0"/>
          <w:sz w:val="24"/>
          <w:szCs w:val="24"/>
        </w:rPr>
        <w:t>«Изобрази букву».</w:t>
      </w:r>
      <w:r w:rsidR="00085491" w:rsidRPr="00085491">
        <w:rPr>
          <w:b w:val="0"/>
          <w:sz w:val="24"/>
          <w:szCs w:val="24"/>
        </w:rPr>
        <w:t xml:space="preserve"> </w:t>
      </w:r>
      <w:r w:rsidR="00085491">
        <w:rPr>
          <w:b w:val="0"/>
          <w:sz w:val="24"/>
          <w:szCs w:val="24"/>
        </w:rPr>
        <w:t>На экране слайд с буквами.</w:t>
      </w:r>
    </w:p>
    <w:p w:rsidR="00472AC9" w:rsidRPr="00D72F73" w:rsidRDefault="00D72F73" w:rsidP="00472AC9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D72F73">
        <w:rPr>
          <w:b w:val="0"/>
          <w:i/>
          <w:sz w:val="28"/>
          <w:szCs w:val="28"/>
        </w:rPr>
        <w:t>Клоун Б</w:t>
      </w:r>
      <w:r w:rsidR="00472AC9" w:rsidRPr="00D72F73">
        <w:rPr>
          <w:b w:val="0"/>
          <w:i/>
          <w:sz w:val="28"/>
          <w:szCs w:val="28"/>
        </w:rPr>
        <w:t>.</w:t>
      </w:r>
    </w:p>
    <w:p w:rsidR="00472AC9" w:rsidRDefault="00472AC9" w:rsidP="00472AC9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Раз, два, три,</w:t>
      </w:r>
    </w:p>
    <w:p w:rsidR="00472AC9" w:rsidRDefault="00472AC9" w:rsidP="00472AC9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Любимая буква на месте замри!</w:t>
      </w:r>
    </w:p>
    <w:p w:rsidR="00472AC9" w:rsidRDefault="00472AC9" w:rsidP="00472AC9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(Гласная буква на месте замри.</w:t>
      </w:r>
    </w:p>
    <w:p w:rsidR="00472AC9" w:rsidRPr="00472AC9" w:rsidRDefault="00472AC9" w:rsidP="00472AC9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Согласная буква на месте замри.)</w:t>
      </w:r>
    </w:p>
    <w:p w:rsidR="00D647D4" w:rsidRPr="00D72F73" w:rsidRDefault="00321DC4" w:rsidP="00D72F73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21DC4">
        <w:rPr>
          <w:b w:val="0"/>
          <w:sz w:val="24"/>
          <w:szCs w:val="24"/>
        </w:rPr>
        <w:t>Дети вместе с клоунами изображают положением тела или позой буквы алфавита.</w:t>
      </w:r>
    </w:p>
    <w:p w:rsidR="00D14EBB" w:rsidRPr="00D72F73" w:rsidRDefault="00D14EBB" w:rsidP="00D14EBB">
      <w:pPr>
        <w:shd w:val="clear" w:color="auto" w:fill="FFFFFF"/>
        <w:spacing w:line="360" w:lineRule="auto"/>
        <w:ind w:firstLine="709"/>
        <w:rPr>
          <w:bCs/>
          <w:i/>
          <w:sz w:val="28"/>
          <w:szCs w:val="28"/>
        </w:rPr>
      </w:pPr>
      <w:r w:rsidRPr="00D72F73">
        <w:rPr>
          <w:bCs/>
          <w:i/>
          <w:sz w:val="28"/>
          <w:szCs w:val="28"/>
        </w:rPr>
        <w:t>Буквоед.</w:t>
      </w:r>
    </w:p>
    <w:p w:rsidR="00D14EBB" w:rsidRPr="00FB1D5A" w:rsidRDefault="00D72F73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Ох, уж</w:t>
      </w:r>
      <w:r w:rsidR="00D14EBB" w:rsidRPr="00FB1D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дети </w:t>
      </w:r>
      <w:r w:rsidR="00D14EBB" w:rsidRPr="00FB1D5A">
        <w:rPr>
          <w:bCs/>
          <w:sz w:val="28"/>
          <w:szCs w:val="28"/>
        </w:rPr>
        <w:t>молодцы!</w:t>
      </w:r>
    </w:p>
    <w:p w:rsidR="00D14EBB" w:rsidRPr="00FB1D5A" w:rsidRDefault="00DC0DB6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Ой, какие</w:t>
      </w:r>
      <w:r w:rsidR="00D72F73">
        <w:rPr>
          <w:bCs/>
          <w:sz w:val="28"/>
          <w:szCs w:val="28"/>
        </w:rPr>
        <w:t xml:space="preserve"> </w:t>
      </w:r>
      <w:r w:rsidR="00D14EBB" w:rsidRPr="00FB1D5A">
        <w:rPr>
          <w:bCs/>
          <w:sz w:val="28"/>
          <w:szCs w:val="28"/>
        </w:rPr>
        <w:t>удальцы!</w:t>
      </w:r>
    </w:p>
    <w:p w:rsidR="00D14EBB" w:rsidRPr="00FB1D5A" w:rsidRDefault="00D72F73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Обещаю, т</w:t>
      </w:r>
      <w:r w:rsidR="00D14EBB" w:rsidRPr="00FB1D5A">
        <w:rPr>
          <w:bCs/>
          <w:sz w:val="28"/>
          <w:szCs w:val="28"/>
        </w:rPr>
        <w:t>ак уж и быть!</w:t>
      </w:r>
    </w:p>
    <w:p w:rsidR="00D14EBB" w:rsidRPr="00FB1D5A" w:rsidRDefault="00D72F73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Буду с Буквами дружить</w:t>
      </w:r>
      <w:r w:rsidR="00D14EBB" w:rsidRPr="00FB1D5A">
        <w:rPr>
          <w:bCs/>
          <w:sz w:val="28"/>
          <w:szCs w:val="28"/>
        </w:rPr>
        <w:t>!</w:t>
      </w:r>
    </w:p>
    <w:p w:rsidR="00D72F73" w:rsidRDefault="00D72F73" w:rsidP="00D72F73">
      <w:pPr>
        <w:pStyle w:val="10"/>
        <w:keepNext/>
        <w:keepLines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 w:rsidRPr="0056646D">
        <w:rPr>
          <w:b w:val="0"/>
          <w:i/>
          <w:sz w:val="28"/>
          <w:szCs w:val="28"/>
        </w:rPr>
        <w:t>Логопед.</w:t>
      </w:r>
      <w:r>
        <w:rPr>
          <w:b w:val="0"/>
          <w:sz w:val="28"/>
          <w:szCs w:val="28"/>
        </w:rPr>
        <w:t xml:space="preserve"> </w:t>
      </w:r>
    </w:p>
    <w:p w:rsidR="00D14EBB" w:rsidRPr="00FB1D5A" w:rsidRDefault="00D14EBB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 xml:space="preserve">Мы с вами </w:t>
      </w:r>
      <w:r w:rsidR="00DD2804">
        <w:rPr>
          <w:bCs/>
          <w:sz w:val="28"/>
          <w:szCs w:val="28"/>
        </w:rPr>
        <w:t xml:space="preserve">в стране АБВГДейка </w:t>
      </w:r>
      <w:r w:rsidRPr="00FB1D5A">
        <w:rPr>
          <w:bCs/>
          <w:sz w:val="28"/>
          <w:szCs w:val="28"/>
        </w:rPr>
        <w:t>были,</w:t>
      </w:r>
    </w:p>
    <w:p w:rsidR="00D14EBB" w:rsidRPr="00FB1D5A" w:rsidRDefault="00D14EBB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И разные буквы мы</w:t>
      </w:r>
      <w:r w:rsidR="00DD2804">
        <w:rPr>
          <w:bCs/>
          <w:sz w:val="28"/>
          <w:szCs w:val="28"/>
        </w:rPr>
        <w:t xml:space="preserve"> повторили</w:t>
      </w:r>
      <w:r w:rsidRPr="00FB1D5A">
        <w:rPr>
          <w:bCs/>
          <w:sz w:val="28"/>
          <w:szCs w:val="28"/>
        </w:rPr>
        <w:t>.</w:t>
      </w:r>
    </w:p>
    <w:p w:rsidR="00D14EBB" w:rsidRPr="00FB1D5A" w:rsidRDefault="00D72F73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Мы их выручали</w:t>
      </w:r>
      <w:r w:rsidR="00D14EBB" w:rsidRPr="00FB1D5A">
        <w:rPr>
          <w:bCs/>
          <w:sz w:val="28"/>
          <w:szCs w:val="28"/>
        </w:rPr>
        <w:t>, мы с ними играли</w:t>
      </w:r>
    </w:p>
    <w:p w:rsidR="00D14EBB" w:rsidRPr="00FB1D5A" w:rsidRDefault="00D72F73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D14EBB" w:rsidRPr="00FB1D5A">
        <w:rPr>
          <w:bCs/>
          <w:sz w:val="28"/>
          <w:szCs w:val="28"/>
        </w:rPr>
        <w:t xml:space="preserve"> много чудесного с ними узнали.</w:t>
      </w:r>
    </w:p>
    <w:p w:rsidR="00D14EBB" w:rsidRPr="00FB1D5A" w:rsidRDefault="00D14EBB" w:rsidP="00D14EBB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FB1D5A">
        <w:rPr>
          <w:bCs/>
          <w:sz w:val="28"/>
          <w:szCs w:val="28"/>
        </w:rPr>
        <w:t>Кто выучил буквы – тот молодец.</w:t>
      </w:r>
    </w:p>
    <w:p w:rsidR="009E4861" w:rsidRDefault="004452F5" w:rsidP="004452F5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 представленью пришел уж конец.</w:t>
      </w:r>
    </w:p>
    <w:p w:rsidR="00085491" w:rsidRDefault="00085491" w:rsidP="004452F5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На экране слайд «До встречи в школе!»</w:t>
      </w:r>
    </w:p>
    <w:p w:rsidR="00E64303" w:rsidRPr="00E64303" w:rsidRDefault="00E64303" w:rsidP="004452F5">
      <w:pPr>
        <w:shd w:val="clear" w:color="auto" w:fill="FFFFFF"/>
        <w:spacing w:line="360" w:lineRule="auto"/>
        <w:ind w:firstLine="709"/>
        <w:rPr>
          <w:bCs/>
        </w:rPr>
      </w:pPr>
      <w:r>
        <w:rPr>
          <w:bCs/>
        </w:rPr>
        <w:t xml:space="preserve">Звучит песня «Учат в школе», слова М. </w:t>
      </w:r>
      <w:proofErr w:type="spellStart"/>
      <w:r>
        <w:t>Пляцковского</w:t>
      </w:r>
      <w:proofErr w:type="spellEnd"/>
      <w:r>
        <w:t xml:space="preserve">, музыка В. </w:t>
      </w:r>
      <w:proofErr w:type="spellStart"/>
      <w:r>
        <w:t>Шаинского</w:t>
      </w:r>
      <w:proofErr w:type="spellEnd"/>
      <w:r>
        <w:t>.</w:t>
      </w:r>
    </w:p>
    <w:sectPr w:rsidR="00E64303" w:rsidRPr="00E64303" w:rsidSect="00DC0DB6">
      <w:footerReference w:type="default" r:id="rId9"/>
      <w:pgSz w:w="11906" w:h="16838"/>
      <w:pgMar w:top="709" w:right="1133" w:bottom="993" w:left="993" w:header="708" w:footer="708" w:gutter="0"/>
      <w:pgBorders w:display="firstPage" w:offsetFrom="page">
        <w:top w:val="gingerbreadMan" w:sz="15" w:space="24" w:color="0070C0"/>
        <w:left w:val="gingerbreadMan" w:sz="15" w:space="24" w:color="0070C0"/>
        <w:bottom w:val="gingerbreadMan" w:sz="15" w:space="24" w:color="0070C0"/>
        <w:right w:val="gingerbreadMan" w:sz="15" w:space="24" w:color="0070C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99D" w:rsidRDefault="0062399D" w:rsidP="00321DC4">
      <w:r>
        <w:separator/>
      </w:r>
    </w:p>
  </w:endnote>
  <w:endnote w:type="continuationSeparator" w:id="0">
    <w:p w:rsidR="0062399D" w:rsidRDefault="0062399D" w:rsidP="0032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DC4" w:rsidRDefault="000B7998">
    <w:pPr>
      <w:pStyle w:val="a7"/>
      <w:jc w:val="right"/>
    </w:pPr>
    <w:r>
      <w:fldChar w:fldCharType="begin"/>
    </w:r>
    <w:r w:rsidR="00321DC4">
      <w:instrText>PAGE   \* MERGEFORMAT</w:instrText>
    </w:r>
    <w:r>
      <w:fldChar w:fldCharType="separate"/>
    </w:r>
    <w:r w:rsidR="0011728A">
      <w:rPr>
        <w:noProof/>
      </w:rPr>
      <w:t>11</w:t>
    </w:r>
    <w:r>
      <w:fldChar w:fldCharType="end"/>
    </w:r>
  </w:p>
  <w:p w:rsidR="00321DC4" w:rsidRDefault="00321D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99D" w:rsidRDefault="0062399D" w:rsidP="00321DC4">
      <w:r>
        <w:separator/>
      </w:r>
    </w:p>
  </w:footnote>
  <w:footnote w:type="continuationSeparator" w:id="0">
    <w:p w:rsidR="0062399D" w:rsidRDefault="0062399D" w:rsidP="00321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A8F02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DC4"/>
    <w:rsid w:val="00005F74"/>
    <w:rsid w:val="000844FF"/>
    <w:rsid w:val="00085491"/>
    <w:rsid w:val="000B7998"/>
    <w:rsid w:val="000C3AA8"/>
    <w:rsid w:val="0011728A"/>
    <w:rsid w:val="0013295E"/>
    <w:rsid w:val="00145321"/>
    <w:rsid w:val="0014679E"/>
    <w:rsid w:val="001549B3"/>
    <w:rsid w:val="001835C5"/>
    <w:rsid w:val="001856A2"/>
    <w:rsid w:val="001E43E5"/>
    <w:rsid w:val="001E793B"/>
    <w:rsid w:val="0020635A"/>
    <w:rsid w:val="00251CB3"/>
    <w:rsid w:val="002805EB"/>
    <w:rsid w:val="002819BE"/>
    <w:rsid w:val="002961DD"/>
    <w:rsid w:val="002E097F"/>
    <w:rsid w:val="002E0BAE"/>
    <w:rsid w:val="002E1203"/>
    <w:rsid w:val="003048D8"/>
    <w:rsid w:val="00321DC4"/>
    <w:rsid w:val="00332EF3"/>
    <w:rsid w:val="003609CC"/>
    <w:rsid w:val="003E72B5"/>
    <w:rsid w:val="004178B5"/>
    <w:rsid w:val="004452F5"/>
    <w:rsid w:val="004661B4"/>
    <w:rsid w:val="00472AC9"/>
    <w:rsid w:val="004A03BC"/>
    <w:rsid w:val="004D433C"/>
    <w:rsid w:val="00532322"/>
    <w:rsid w:val="0053372B"/>
    <w:rsid w:val="0056646D"/>
    <w:rsid w:val="005D6AC3"/>
    <w:rsid w:val="00601A10"/>
    <w:rsid w:val="00605AF6"/>
    <w:rsid w:val="00616BB8"/>
    <w:rsid w:val="0062399D"/>
    <w:rsid w:val="006B361C"/>
    <w:rsid w:val="00700043"/>
    <w:rsid w:val="00726FFF"/>
    <w:rsid w:val="007512AC"/>
    <w:rsid w:val="007A6FBC"/>
    <w:rsid w:val="007D2613"/>
    <w:rsid w:val="007D38AB"/>
    <w:rsid w:val="007D3F53"/>
    <w:rsid w:val="007E1F0C"/>
    <w:rsid w:val="00871033"/>
    <w:rsid w:val="008753F8"/>
    <w:rsid w:val="0088479D"/>
    <w:rsid w:val="00897BFE"/>
    <w:rsid w:val="008A3B80"/>
    <w:rsid w:val="008A5995"/>
    <w:rsid w:val="00925832"/>
    <w:rsid w:val="00965317"/>
    <w:rsid w:val="00970F62"/>
    <w:rsid w:val="009E4861"/>
    <w:rsid w:val="00A533AD"/>
    <w:rsid w:val="00A800A0"/>
    <w:rsid w:val="00A8127C"/>
    <w:rsid w:val="00AA0F6D"/>
    <w:rsid w:val="00AA2CED"/>
    <w:rsid w:val="00AB2A01"/>
    <w:rsid w:val="00AE1A4A"/>
    <w:rsid w:val="00AE239B"/>
    <w:rsid w:val="00B24125"/>
    <w:rsid w:val="00B44EEB"/>
    <w:rsid w:val="00B5119B"/>
    <w:rsid w:val="00B86105"/>
    <w:rsid w:val="00C229CD"/>
    <w:rsid w:val="00C37E34"/>
    <w:rsid w:val="00C90B89"/>
    <w:rsid w:val="00D14EBB"/>
    <w:rsid w:val="00D647D4"/>
    <w:rsid w:val="00D71381"/>
    <w:rsid w:val="00D72F73"/>
    <w:rsid w:val="00D8797B"/>
    <w:rsid w:val="00DC0DB6"/>
    <w:rsid w:val="00DD2804"/>
    <w:rsid w:val="00E04D99"/>
    <w:rsid w:val="00E26ACC"/>
    <w:rsid w:val="00E5665E"/>
    <w:rsid w:val="00E64303"/>
    <w:rsid w:val="00E97833"/>
    <w:rsid w:val="00EB1D0C"/>
    <w:rsid w:val="00ED24D5"/>
    <w:rsid w:val="00ED2DFD"/>
    <w:rsid w:val="00ED331C"/>
    <w:rsid w:val="00F0401B"/>
    <w:rsid w:val="00F23D3F"/>
    <w:rsid w:val="00F2664A"/>
    <w:rsid w:val="00F4494C"/>
    <w:rsid w:val="00F47A58"/>
    <w:rsid w:val="00F51CA4"/>
    <w:rsid w:val="00F60498"/>
    <w:rsid w:val="00F72A0F"/>
    <w:rsid w:val="00F7652C"/>
    <w:rsid w:val="00FB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F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1DC4"/>
    <w:pPr>
      <w:shd w:val="clear" w:color="auto" w:fill="FFFFFF"/>
      <w:spacing w:line="485" w:lineRule="exact"/>
    </w:pPr>
    <w:rPr>
      <w:rFonts w:eastAsia="Arial Unicode MS"/>
      <w:sz w:val="28"/>
      <w:szCs w:val="28"/>
    </w:rPr>
  </w:style>
  <w:style w:type="character" w:customStyle="1" w:styleId="a4">
    <w:name w:val="Основной текст Знак"/>
    <w:link w:val="a3"/>
    <w:rsid w:val="00321DC4"/>
    <w:rPr>
      <w:rFonts w:eastAsia="Arial Unicode MS"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locked/>
    <w:rsid w:val="00321DC4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321DC4"/>
    <w:pPr>
      <w:shd w:val="clear" w:color="auto" w:fill="FFFFFF"/>
      <w:spacing w:line="485" w:lineRule="exact"/>
      <w:jc w:val="center"/>
      <w:outlineLvl w:val="0"/>
    </w:pPr>
    <w:rPr>
      <w:b/>
      <w:bCs/>
      <w:sz w:val="27"/>
      <w:szCs w:val="27"/>
    </w:rPr>
  </w:style>
  <w:style w:type="paragraph" w:styleId="a5">
    <w:name w:val="header"/>
    <w:basedOn w:val="a"/>
    <w:link w:val="a6"/>
    <w:rsid w:val="00321D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21DC4"/>
    <w:rPr>
      <w:sz w:val="24"/>
      <w:szCs w:val="24"/>
    </w:rPr>
  </w:style>
  <w:style w:type="paragraph" w:styleId="a7">
    <w:name w:val="footer"/>
    <w:basedOn w:val="a"/>
    <w:link w:val="a8"/>
    <w:uiPriority w:val="99"/>
    <w:rsid w:val="00321D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21DC4"/>
    <w:rPr>
      <w:sz w:val="24"/>
      <w:szCs w:val="24"/>
    </w:rPr>
  </w:style>
  <w:style w:type="character" w:styleId="a9">
    <w:name w:val="Strong"/>
    <w:uiPriority w:val="22"/>
    <w:qFormat/>
    <w:rsid w:val="009E4861"/>
    <w:rPr>
      <w:b/>
      <w:bCs/>
    </w:rPr>
  </w:style>
  <w:style w:type="character" w:customStyle="1" w:styleId="apple-converted-space">
    <w:name w:val="apple-converted-space"/>
    <w:rsid w:val="009E48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a\AppData\Roaming\Microsoft\&#1064;&#1072;&#1073;&#1083;&#1086;&#1085;&#1099;\NormalPr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C9FC1-16E0-47F9-A128-77154C1F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NormalPre.dot</Template>
  <TotalTime>871</TotalTime>
  <Pages>1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</dc:creator>
  <cp:keywords/>
  <dc:description/>
  <cp:lastModifiedBy>Светлана</cp:lastModifiedBy>
  <cp:revision>42</cp:revision>
  <dcterms:created xsi:type="dcterms:W3CDTF">2017-06-15T07:15:00Z</dcterms:created>
  <dcterms:modified xsi:type="dcterms:W3CDTF">2021-10-11T19:48:00Z</dcterms:modified>
</cp:coreProperties>
</file>